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9AE" w:rsidRPr="008626F1" w:rsidRDefault="00B309AE" w:rsidP="000E6F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626F1">
        <w:rPr>
          <w:rFonts w:ascii="Times New Roman" w:hAnsi="Times New Roman" w:cs="Times New Roman"/>
          <w:sz w:val="28"/>
          <w:szCs w:val="28"/>
        </w:rPr>
        <w:t>ИНФОРМАЦИЯ</w:t>
      </w:r>
    </w:p>
    <w:p w:rsidR="00B309AE" w:rsidRPr="008626F1" w:rsidRDefault="00B309AE" w:rsidP="000E6F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8626F1">
        <w:rPr>
          <w:rFonts w:ascii="Times New Roman" w:hAnsi="Times New Roman" w:cs="Times New Roman"/>
          <w:sz w:val="28"/>
          <w:szCs w:val="28"/>
        </w:rPr>
        <w:t xml:space="preserve"> рассчитываемой за </w:t>
      </w:r>
      <w:r w:rsidRPr="008626F1">
        <w:rPr>
          <w:rFonts w:ascii="Times New Roman" w:hAnsi="Times New Roman" w:cs="Times New Roman"/>
          <w:sz w:val="28"/>
          <w:szCs w:val="28"/>
          <w:u w:val="single"/>
        </w:rPr>
        <w:t>2016</w:t>
      </w:r>
      <w:r w:rsidRPr="008626F1">
        <w:rPr>
          <w:rFonts w:ascii="Times New Roman" w:hAnsi="Times New Roman" w:cs="Times New Roman"/>
          <w:sz w:val="28"/>
          <w:szCs w:val="28"/>
        </w:rPr>
        <w:t xml:space="preserve"> календарный год</w:t>
      </w:r>
    </w:p>
    <w:p w:rsidR="00B309AE" w:rsidRPr="008626F1" w:rsidRDefault="00B309AE" w:rsidP="000E6F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8626F1">
        <w:rPr>
          <w:rFonts w:ascii="Times New Roman" w:hAnsi="Times New Roman" w:cs="Times New Roman"/>
          <w:sz w:val="28"/>
          <w:szCs w:val="28"/>
        </w:rPr>
        <w:t>реднемесячной заработной плате руководителей,</w:t>
      </w:r>
    </w:p>
    <w:p w:rsidR="00B309AE" w:rsidRPr="008626F1" w:rsidRDefault="00B309AE" w:rsidP="000E6F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8626F1">
        <w:rPr>
          <w:rFonts w:ascii="Times New Roman" w:hAnsi="Times New Roman" w:cs="Times New Roman"/>
          <w:sz w:val="28"/>
          <w:szCs w:val="28"/>
        </w:rPr>
        <w:t xml:space="preserve"> их заместителей и главных бухгалтеров муниципальных</w:t>
      </w:r>
    </w:p>
    <w:p w:rsidR="00B309AE" w:rsidRPr="008626F1" w:rsidRDefault="00B309AE" w:rsidP="000E6F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8626F1">
        <w:rPr>
          <w:rFonts w:ascii="Times New Roman" w:hAnsi="Times New Roman" w:cs="Times New Roman"/>
          <w:sz w:val="28"/>
          <w:szCs w:val="28"/>
        </w:rPr>
        <w:t>чреждений и муниципальных унитарных предприятий,</w:t>
      </w:r>
    </w:p>
    <w:p w:rsidR="00B309AE" w:rsidRPr="008626F1" w:rsidRDefault="00B309AE" w:rsidP="000E6F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8626F1">
        <w:rPr>
          <w:rFonts w:ascii="Times New Roman" w:hAnsi="Times New Roman" w:cs="Times New Roman"/>
          <w:sz w:val="28"/>
          <w:szCs w:val="28"/>
        </w:rPr>
        <w:t>еятельность которых координируется</w:t>
      </w:r>
    </w:p>
    <w:p w:rsidR="00B309AE" w:rsidRPr="008626F1" w:rsidRDefault="00B309AE" w:rsidP="000E6F0F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626F1">
        <w:rPr>
          <w:rFonts w:ascii="Times New Roman" w:hAnsi="Times New Roman" w:cs="Times New Roman"/>
          <w:sz w:val="28"/>
          <w:szCs w:val="28"/>
          <w:u w:val="single"/>
        </w:rPr>
        <w:t>Управлением образованием Администрации города Шарыпово</w:t>
      </w:r>
    </w:p>
    <w:p w:rsidR="00B309AE" w:rsidRDefault="00B309AE" w:rsidP="000E6F0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E6F0F">
        <w:rPr>
          <w:rFonts w:ascii="Times New Roman" w:hAnsi="Times New Roman" w:cs="Times New Roman"/>
        </w:rPr>
        <w:t>(указать наименование органа администрации города)</w:t>
      </w:r>
    </w:p>
    <w:p w:rsidR="00B309AE" w:rsidRPr="003A66BB" w:rsidRDefault="00B309AE" w:rsidP="000E6F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2782"/>
        <w:gridCol w:w="2219"/>
        <w:gridCol w:w="1794"/>
        <w:gridCol w:w="2182"/>
      </w:tblGrid>
      <w:tr w:rsidR="00B309AE" w:rsidRPr="00DA2400">
        <w:tc>
          <w:tcPr>
            <w:tcW w:w="594" w:type="dxa"/>
            <w:vAlign w:val="center"/>
          </w:tcPr>
          <w:p w:rsidR="00B309AE" w:rsidRPr="00DA2400" w:rsidRDefault="00B309AE" w:rsidP="00DA2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400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782" w:type="dxa"/>
            <w:vAlign w:val="center"/>
          </w:tcPr>
          <w:p w:rsidR="00B309AE" w:rsidRPr="00DA2400" w:rsidRDefault="00B309AE" w:rsidP="00DA2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400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219" w:type="dxa"/>
            <w:vAlign w:val="center"/>
          </w:tcPr>
          <w:p w:rsidR="00B309AE" w:rsidRPr="00DA2400" w:rsidRDefault="00B309AE" w:rsidP="00DA2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400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учреждения или муниципального унитарного предприятия</w:t>
            </w:r>
          </w:p>
        </w:tc>
        <w:tc>
          <w:tcPr>
            <w:tcW w:w="1794" w:type="dxa"/>
            <w:vAlign w:val="center"/>
          </w:tcPr>
          <w:p w:rsidR="00B309AE" w:rsidRPr="00DA2400" w:rsidRDefault="00B309AE" w:rsidP="00DA2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400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182" w:type="dxa"/>
            <w:vAlign w:val="center"/>
          </w:tcPr>
          <w:p w:rsidR="00B309AE" w:rsidRPr="00DA2400" w:rsidRDefault="00B309AE" w:rsidP="00DA2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400">
              <w:rPr>
                <w:rFonts w:ascii="Times New Roman" w:hAnsi="Times New Roman" w:cs="Times New Roman"/>
                <w:sz w:val="28"/>
                <w:szCs w:val="28"/>
              </w:rPr>
              <w:t>Среднемесячная заработная плата, руб.</w:t>
            </w:r>
          </w:p>
        </w:tc>
      </w:tr>
      <w:tr w:rsidR="00B309AE" w:rsidRPr="00DA2400">
        <w:tc>
          <w:tcPr>
            <w:tcW w:w="594" w:type="dxa"/>
            <w:vAlign w:val="center"/>
          </w:tcPr>
          <w:p w:rsidR="00B309AE" w:rsidRPr="00DA2400" w:rsidRDefault="00B309AE" w:rsidP="00DA2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4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82" w:type="dxa"/>
            <w:vAlign w:val="center"/>
          </w:tcPr>
          <w:p w:rsidR="00B309AE" w:rsidRPr="00DA2400" w:rsidRDefault="00B309AE" w:rsidP="00DA2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Горелова Галина Иосифовна </w:t>
            </w:r>
          </w:p>
        </w:tc>
        <w:tc>
          <w:tcPr>
            <w:tcW w:w="2219" w:type="dxa"/>
            <w:vAlign w:val="center"/>
          </w:tcPr>
          <w:p w:rsidR="00B309AE" w:rsidRPr="00DA2400" w:rsidRDefault="00B309AE" w:rsidP="00DA2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МБДОУ № 5 «Дельфин» </w:t>
            </w:r>
          </w:p>
        </w:tc>
        <w:tc>
          <w:tcPr>
            <w:tcW w:w="1794" w:type="dxa"/>
            <w:vAlign w:val="center"/>
          </w:tcPr>
          <w:p w:rsidR="00B309AE" w:rsidRPr="00DA2400" w:rsidRDefault="00B309AE" w:rsidP="00DA2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заведующей по УВР</w:t>
            </w:r>
          </w:p>
        </w:tc>
        <w:tc>
          <w:tcPr>
            <w:tcW w:w="2182" w:type="dxa"/>
            <w:vAlign w:val="center"/>
          </w:tcPr>
          <w:p w:rsidR="00B309AE" w:rsidRPr="00DA2400" w:rsidRDefault="00B309AE" w:rsidP="00DA2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33702,34</w:t>
            </w:r>
          </w:p>
        </w:tc>
      </w:tr>
    </w:tbl>
    <w:p w:rsidR="00B309AE" w:rsidRPr="003A66BB" w:rsidRDefault="00B309AE" w:rsidP="003A66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09AE" w:rsidRPr="003A66BB" w:rsidRDefault="00B309AE" w:rsidP="000E6F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09AE" w:rsidRDefault="00B309AE" w:rsidP="00F4526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626F1">
        <w:rPr>
          <w:rFonts w:ascii="Times New Roman" w:hAnsi="Times New Roman" w:cs="Times New Roman"/>
          <w:sz w:val="28"/>
          <w:szCs w:val="28"/>
        </w:rPr>
        <w:t xml:space="preserve">Я, </w:t>
      </w:r>
      <w:r>
        <w:rPr>
          <w:rFonts w:ascii="Times New Roman" w:hAnsi="Times New Roman" w:cs="Times New Roman"/>
          <w:sz w:val="28"/>
          <w:szCs w:val="28"/>
        </w:rPr>
        <w:t xml:space="preserve">Горелова Галина Иосифовна </w:t>
      </w:r>
      <w:r w:rsidRPr="008626F1">
        <w:rPr>
          <w:rFonts w:ascii="Times New Roman" w:hAnsi="Times New Roman" w:cs="Times New Roman"/>
          <w:sz w:val="28"/>
          <w:szCs w:val="28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информации о рассчитанной за </w:t>
      </w:r>
      <w:r w:rsidRPr="008626F1">
        <w:rPr>
          <w:rFonts w:ascii="Times New Roman" w:hAnsi="Times New Roman" w:cs="Times New Roman"/>
          <w:sz w:val="28"/>
          <w:szCs w:val="28"/>
          <w:u w:val="single"/>
        </w:rPr>
        <w:t>2016</w:t>
      </w:r>
      <w:r w:rsidRPr="008626F1">
        <w:rPr>
          <w:rFonts w:ascii="Times New Roman" w:hAnsi="Times New Roman" w:cs="Times New Roman"/>
          <w:sz w:val="28"/>
          <w:szCs w:val="28"/>
        </w:rPr>
        <w:t xml:space="preserve"> год среднемесячной заработной плате по должности</w:t>
      </w:r>
      <w:r>
        <w:rPr>
          <w:rFonts w:ascii="Times New Roman" w:hAnsi="Times New Roman" w:cs="Times New Roman"/>
          <w:sz w:val="28"/>
          <w:szCs w:val="28"/>
        </w:rPr>
        <w:t xml:space="preserve"> заместитель заведующей по УВР .</w:t>
      </w:r>
    </w:p>
    <w:p w:rsidR="00B309AE" w:rsidRDefault="00B309AE" w:rsidP="00614F5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</w:t>
      </w:r>
    </w:p>
    <w:p w:rsidR="00B309AE" w:rsidRDefault="00B309AE" w:rsidP="00F4526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A66B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</w:t>
      </w:r>
    </w:p>
    <w:p w:rsidR="00B309AE" w:rsidRDefault="00B309AE" w:rsidP="00F4526B">
      <w:pPr>
        <w:spacing w:after="0" w:line="240" w:lineRule="auto"/>
        <w:rPr>
          <w:rFonts w:ascii="Times New Roman" w:hAnsi="Times New Roman" w:cs="Times New Roman"/>
        </w:rPr>
      </w:pPr>
    </w:p>
    <w:p w:rsidR="00B309AE" w:rsidRDefault="00B309AE" w:rsidP="00F452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66B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___________                                                                  _________________</w:t>
      </w:r>
    </w:p>
    <w:p w:rsidR="00B309AE" w:rsidRPr="003A66BB" w:rsidRDefault="00B309AE" w:rsidP="00F452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                                                                                     </w:t>
      </w:r>
      <w:r w:rsidRPr="003A66BB">
        <w:rPr>
          <w:rFonts w:ascii="Times New Roman" w:hAnsi="Times New Roman" w:cs="Times New Roman"/>
          <w:sz w:val="28"/>
          <w:szCs w:val="28"/>
        </w:rPr>
        <w:t xml:space="preserve"> подпись</w:t>
      </w:r>
    </w:p>
    <w:p w:rsidR="00B309AE" w:rsidRDefault="00B309AE" w:rsidP="00F452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09AE" w:rsidRDefault="00B309AE" w:rsidP="005432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309AE" w:rsidRDefault="00B309AE" w:rsidP="005432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309AE" w:rsidRDefault="00B309AE" w:rsidP="005432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309AE" w:rsidRDefault="00B309AE" w:rsidP="005432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309AE" w:rsidRDefault="00B309AE" w:rsidP="005432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309AE" w:rsidRDefault="00B309AE" w:rsidP="005432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309AE" w:rsidRDefault="00B309AE" w:rsidP="005432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309AE" w:rsidRDefault="00B309AE" w:rsidP="005432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309AE" w:rsidRDefault="00B309AE" w:rsidP="005432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309AE" w:rsidRDefault="00B309AE" w:rsidP="005432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309AE" w:rsidRDefault="00B309AE" w:rsidP="005432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309AE" w:rsidRDefault="00B309AE" w:rsidP="005432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309AE" w:rsidRDefault="00B309AE" w:rsidP="005432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309AE" w:rsidRDefault="00B309AE" w:rsidP="005432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309AE" w:rsidRDefault="00B309AE" w:rsidP="005432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309AE" w:rsidRPr="008626F1" w:rsidRDefault="00B309AE" w:rsidP="005432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626F1">
        <w:rPr>
          <w:rFonts w:ascii="Times New Roman" w:hAnsi="Times New Roman" w:cs="Times New Roman"/>
          <w:sz w:val="28"/>
          <w:szCs w:val="28"/>
        </w:rPr>
        <w:t>ИНФОРМАЦИЯ</w:t>
      </w:r>
    </w:p>
    <w:p w:rsidR="00B309AE" w:rsidRPr="008626F1" w:rsidRDefault="00B309AE" w:rsidP="005432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8626F1">
        <w:rPr>
          <w:rFonts w:ascii="Times New Roman" w:hAnsi="Times New Roman" w:cs="Times New Roman"/>
          <w:sz w:val="28"/>
          <w:szCs w:val="28"/>
        </w:rPr>
        <w:t xml:space="preserve"> рассчитываемой за </w:t>
      </w:r>
      <w:r w:rsidRPr="008626F1">
        <w:rPr>
          <w:rFonts w:ascii="Times New Roman" w:hAnsi="Times New Roman" w:cs="Times New Roman"/>
          <w:sz w:val="28"/>
          <w:szCs w:val="28"/>
          <w:u w:val="single"/>
        </w:rPr>
        <w:t>2016</w:t>
      </w:r>
      <w:r w:rsidRPr="008626F1">
        <w:rPr>
          <w:rFonts w:ascii="Times New Roman" w:hAnsi="Times New Roman" w:cs="Times New Roman"/>
          <w:sz w:val="28"/>
          <w:szCs w:val="28"/>
        </w:rPr>
        <w:t xml:space="preserve"> календарный год</w:t>
      </w:r>
    </w:p>
    <w:p w:rsidR="00B309AE" w:rsidRPr="008626F1" w:rsidRDefault="00B309AE" w:rsidP="005432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8626F1">
        <w:rPr>
          <w:rFonts w:ascii="Times New Roman" w:hAnsi="Times New Roman" w:cs="Times New Roman"/>
          <w:sz w:val="28"/>
          <w:szCs w:val="28"/>
        </w:rPr>
        <w:t>реднемесячной заработной плате руководителей,</w:t>
      </w:r>
    </w:p>
    <w:p w:rsidR="00B309AE" w:rsidRPr="008626F1" w:rsidRDefault="00B309AE" w:rsidP="005432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8626F1">
        <w:rPr>
          <w:rFonts w:ascii="Times New Roman" w:hAnsi="Times New Roman" w:cs="Times New Roman"/>
          <w:sz w:val="28"/>
          <w:szCs w:val="28"/>
        </w:rPr>
        <w:t xml:space="preserve"> их заместителей и главных бухгалтеров муниципальных</w:t>
      </w:r>
    </w:p>
    <w:p w:rsidR="00B309AE" w:rsidRPr="008626F1" w:rsidRDefault="00B309AE" w:rsidP="005432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8626F1">
        <w:rPr>
          <w:rFonts w:ascii="Times New Roman" w:hAnsi="Times New Roman" w:cs="Times New Roman"/>
          <w:sz w:val="28"/>
          <w:szCs w:val="28"/>
        </w:rPr>
        <w:t>чреждений и муниципальных унитарных предприятий,</w:t>
      </w:r>
    </w:p>
    <w:p w:rsidR="00B309AE" w:rsidRPr="008626F1" w:rsidRDefault="00B309AE" w:rsidP="005432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8626F1">
        <w:rPr>
          <w:rFonts w:ascii="Times New Roman" w:hAnsi="Times New Roman" w:cs="Times New Roman"/>
          <w:sz w:val="28"/>
          <w:szCs w:val="28"/>
        </w:rPr>
        <w:t>еятельность которых координируется</w:t>
      </w:r>
    </w:p>
    <w:p w:rsidR="00B309AE" w:rsidRPr="008626F1" w:rsidRDefault="00B309AE" w:rsidP="005432EB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626F1">
        <w:rPr>
          <w:rFonts w:ascii="Times New Roman" w:hAnsi="Times New Roman" w:cs="Times New Roman"/>
          <w:sz w:val="28"/>
          <w:szCs w:val="28"/>
          <w:u w:val="single"/>
        </w:rPr>
        <w:t>Управлением образованием Администрации города Шарыпово</w:t>
      </w:r>
    </w:p>
    <w:p w:rsidR="00B309AE" w:rsidRDefault="00B309AE" w:rsidP="005432E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E6F0F">
        <w:rPr>
          <w:rFonts w:ascii="Times New Roman" w:hAnsi="Times New Roman" w:cs="Times New Roman"/>
        </w:rPr>
        <w:t>(указать наименование органа администрации города)</w:t>
      </w:r>
    </w:p>
    <w:p w:rsidR="00B309AE" w:rsidRPr="003A66BB" w:rsidRDefault="00B309AE" w:rsidP="005432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2782"/>
        <w:gridCol w:w="2219"/>
        <w:gridCol w:w="1794"/>
        <w:gridCol w:w="2182"/>
      </w:tblGrid>
      <w:tr w:rsidR="00B309AE" w:rsidRPr="00DA2400" w:rsidTr="00AB73DC">
        <w:tc>
          <w:tcPr>
            <w:tcW w:w="594" w:type="dxa"/>
            <w:vAlign w:val="center"/>
          </w:tcPr>
          <w:p w:rsidR="00B309AE" w:rsidRPr="00DA2400" w:rsidRDefault="00B309AE" w:rsidP="00AB73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400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782" w:type="dxa"/>
            <w:vAlign w:val="center"/>
          </w:tcPr>
          <w:p w:rsidR="00B309AE" w:rsidRPr="00DA2400" w:rsidRDefault="00B309AE" w:rsidP="00AB73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400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219" w:type="dxa"/>
            <w:vAlign w:val="center"/>
          </w:tcPr>
          <w:p w:rsidR="00B309AE" w:rsidRPr="00DA2400" w:rsidRDefault="00B309AE" w:rsidP="00AB73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400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учреждения или муниципального унитарного предприятия</w:t>
            </w:r>
          </w:p>
        </w:tc>
        <w:tc>
          <w:tcPr>
            <w:tcW w:w="1794" w:type="dxa"/>
            <w:vAlign w:val="center"/>
          </w:tcPr>
          <w:p w:rsidR="00B309AE" w:rsidRPr="00DA2400" w:rsidRDefault="00B309AE" w:rsidP="00AB73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400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182" w:type="dxa"/>
            <w:vAlign w:val="center"/>
          </w:tcPr>
          <w:p w:rsidR="00B309AE" w:rsidRPr="00DA2400" w:rsidRDefault="00B309AE" w:rsidP="00AB73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400">
              <w:rPr>
                <w:rFonts w:ascii="Times New Roman" w:hAnsi="Times New Roman" w:cs="Times New Roman"/>
                <w:sz w:val="28"/>
                <w:szCs w:val="28"/>
              </w:rPr>
              <w:t>Среднемесячная заработная плата, руб.</w:t>
            </w:r>
          </w:p>
        </w:tc>
      </w:tr>
      <w:tr w:rsidR="00B309AE" w:rsidRPr="00DA2400" w:rsidTr="00AB73DC">
        <w:tc>
          <w:tcPr>
            <w:tcW w:w="594" w:type="dxa"/>
            <w:vAlign w:val="center"/>
          </w:tcPr>
          <w:p w:rsidR="00B309AE" w:rsidRPr="00DA2400" w:rsidRDefault="00B309AE" w:rsidP="00AB73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4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82" w:type="dxa"/>
            <w:vAlign w:val="center"/>
          </w:tcPr>
          <w:p w:rsidR="00B309AE" w:rsidRPr="00DA2400" w:rsidRDefault="00B309AE" w:rsidP="00AB73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Васильева Оксана Юрьевна  </w:t>
            </w:r>
          </w:p>
        </w:tc>
        <w:tc>
          <w:tcPr>
            <w:tcW w:w="2219" w:type="dxa"/>
            <w:vAlign w:val="center"/>
          </w:tcPr>
          <w:p w:rsidR="00B309AE" w:rsidRPr="00DA2400" w:rsidRDefault="00B309AE" w:rsidP="00AB73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МБДОУ № 5 «Дельфин» </w:t>
            </w:r>
          </w:p>
        </w:tc>
        <w:tc>
          <w:tcPr>
            <w:tcW w:w="1794" w:type="dxa"/>
            <w:vAlign w:val="center"/>
          </w:tcPr>
          <w:p w:rsidR="00B309AE" w:rsidRPr="00DA2400" w:rsidRDefault="00B309AE" w:rsidP="00AB73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Заведующая </w:t>
            </w:r>
          </w:p>
        </w:tc>
        <w:tc>
          <w:tcPr>
            <w:tcW w:w="2182" w:type="dxa"/>
            <w:vAlign w:val="center"/>
          </w:tcPr>
          <w:p w:rsidR="00B309AE" w:rsidRPr="00DA2400" w:rsidRDefault="00B309AE" w:rsidP="00AB73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33856,79</w:t>
            </w:r>
          </w:p>
        </w:tc>
      </w:tr>
    </w:tbl>
    <w:p w:rsidR="00B309AE" w:rsidRPr="003A66BB" w:rsidRDefault="00B309AE" w:rsidP="005432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09AE" w:rsidRPr="003A66BB" w:rsidRDefault="00B309AE" w:rsidP="005432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09AE" w:rsidRDefault="00B309AE" w:rsidP="005432E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626F1">
        <w:rPr>
          <w:rFonts w:ascii="Times New Roman" w:hAnsi="Times New Roman" w:cs="Times New Roman"/>
          <w:sz w:val="28"/>
          <w:szCs w:val="28"/>
        </w:rPr>
        <w:t xml:space="preserve">Я, </w:t>
      </w:r>
      <w:r>
        <w:rPr>
          <w:rFonts w:ascii="Times New Roman" w:hAnsi="Times New Roman" w:cs="Times New Roman"/>
          <w:sz w:val="28"/>
          <w:szCs w:val="28"/>
        </w:rPr>
        <w:t>Васильева Оксана Юрьевна,</w:t>
      </w:r>
      <w:r w:rsidRPr="008626F1">
        <w:rPr>
          <w:rFonts w:ascii="Times New Roman" w:hAnsi="Times New Roman" w:cs="Times New Roman"/>
          <w:sz w:val="28"/>
          <w:szCs w:val="28"/>
        </w:rPr>
        <w:t xml:space="preserve"> выражаю свое согласие на обработку, в том числе на размещение в информационно-телекоммуникационной сети общего пользования (сети Интернет), информации о рассчитанной за </w:t>
      </w:r>
      <w:r w:rsidRPr="008626F1">
        <w:rPr>
          <w:rFonts w:ascii="Times New Roman" w:hAnsi="Times New Roman" w:cs="Times New Roman"/>
          <w:sz w:val="28"/>
          <w:szCs w:val="28"/>
          <w:u w:val="single"/>
        </w:rPr>
        <w:t>2016</w:t>
      </w:r>
      <w:r w:rsidRPr="008626F1">
        <w:rPr>
          <w:rFonts w:ascii="Times New Roman" w:hAnsi="Times New Roman" w:cs="Times New Roman"/>
          <w:sz w:val="28"/>
          <w:szCs w:val="28"/>
        </w:rPr>
        <w:t xml:space="preserve"> год среднемесячной заработной плате по должности</w:t>
      </w:r>
      <w:r>
        <w:rPr>
          <w:rFonts w:ascii="Times New Roman" w:hAnsi="Times New Roman" w:cs="Times New Roman"/>
          <w:sz w:val="28"/>
          <w:szCs w:val="28"/>
        </w:rPr>
        <w:t xml:space="preserve"> заведующая.</w:t>
      </w:r>
    </w:p>
    <w:p w:rsidR="00B309AE" w:rsidRDefault="00B309AE" w:rsidP="005432E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</w:t>
      </w:r>
    </w:p>
    <w:p w:rsidR="00B309AE" w:rsidRDefault="00B309AE" w:rsidP="005432E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A66B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</w:t>
      </w:r>
    </w:p>
    <w:p w:rsidR="00B309AE" w:rsidRDefault="00B309AE" w:rsidP="005432EB">
      <w:pPr>
        <w:spacing w:after="0" w:line="240" w:lineRule="auto"/>
        <w:rPr>
          <w:rFonts w:ascii="Times New Roman" w:hAnsi="Times New Roman" w:cs="Times New Roman"/>
        </w:rPr>
      </w:pPr>
    </w:p>
    <w:p w:rsidR="00B309AE" w:rsidRDefault="00B309AE" w:rsidP="005432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66B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___________                                                                  _________________</w:t>
      </w:r>
    </w:p>
    <w:p w:rsidR="00B309AE" w:rsidRPr="003A66BB" w:rsidRDefault="00B309AE" w:rsidP="005432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                                                                                     </w:t>
      </w:r>
      <w:r w:rsidRPr="003A66BB">
        <w:rPr>
          <w:rFonts w:ascii="Times New Roman" w:hAnsi="Times New Roman" w:cs="Times New Roman"/>
          <w:sz w:val="28"/>
          <w:szCs w:val="28"/>
        </w:rPr>
        <w:t xml:space="preserve"> подпись</w:t>
      </w:r>
    </w:p>
    <w:p w:rsidR="00B309AE" w:rsidRDefault="00B309AE" w:rsidP="005432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09AE" w:rsidRDefault="00B309AE" w:rsidP="005432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09AE" w:rsidRDefault="00B309AE" w:rsidP="005432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09AE" w:rsidRDefault="00B309AE" w:rsidP="005432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09AE" w:rsidRDefault="00B309AE" w:rsidP="005432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09AE" w:rsidRDefault="00B309AE" w:rsidP="005432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09AE" w:rsidRDefault="00B309AE" w:rsidP="005432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09AE" w:rsidRDefault="00B309AE" w:rsidP="005432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09AE" w:rsidRDefault="00B309AE" w:rsidP="005432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09AE" w:rsidRDefault="00B309AE" w:rsidP="005432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09AE" w:rsidRDefault="00B309AE" w:rsidP="005432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09AE" w:rsidRDefault="00B309AE" w:rsidP="005432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09AE" w:rsidRDefault="00B309AE" w:rsidP="005432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09AE" w:rsidRPr="007E651D" w:rsidRDefault="00B309AE" w:rsidP="005432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09AE" w:rsidRPr="008626F1" w:rsidRDefault="00B309AE" w:rsidP="005432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626F1">
        <w:rPr>
          <w:rFonts w:ascii="Times New Roman" w:hAnsi="Times New Roman" w:cs="Times New Roman"/>
          <w:sz w:val="28"/>
          <w:szCs w:val="28"/>
        </w:rPr>
        <w:t>ИНФОРМАЦИЯ</w:t>
      </w:r>
    </w:p>
    <w:p w:rsidR="00B309AE" w:rsidRPr="008626F1" w:rsidRDefault="00B309AE" w:rsidP="005432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8626F1">
        <w:rPr>
          <w:rFonts w:ascii="Times New Roman" w:hAnsi="Times New Roman" w:cs="Times New Roman"/>
          <w:sz w:val="28"/>
          <w:szCs w:val="28"/>
        </w:rPr>
        <w:t xml:space="preserve"> рассчитываемой за </w:t>
      </w:r>
      <w:r w:rsidRPr="008626F1">
        <w:rPr>
          <w:rFonts w:ascii="Times New Roman" w:hAnsi="Times New Roman" w:cs="Times New Roman"/>
          <w:sz w:val="28"/>
          <w:szCs w:val="28"/>
          <w:u w:val="single"/>
        </w:rPr>
        <w:t>2016</w:t>
      </w:r>
      <w:r w:rsidRPr="008626F1">
        <w:rPr>
          <w:rFonts w:ascii="Times New Roman" w:hAnsi="Times New Roman" w:cs="Times New Roman"/>
          <w:sz w:val="28"/>
          <w:szCs w:val="28"/>
        </w:rPr>
        <w:t xml:space="preserve"> календарный год</w:t>
      </w:r>
    </w:p>
    <w:p w:rsidR="00B309AE" w:rsidRPr="008626F1" w:rsidRDefault="00B309AE" w:rsidP="005432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8626F1">
        <w:rPr>
          <w:rFonts w:ascii="Times New Roman" w:hAnsi="Times New Roman" w:cs="Times New Roman"/>
          <w:sz w:val="28"/>
          <w:szCs w:val="28"/>
        </w:rPr>
        <w:t>реднемесячной заработной плате руководителей,</w:t>
      </w:r>
    </w:p>
    <w:p w:rsidR="00B309AE" w:rsidRPr="008626F1" w:rsidRDefault="00B309AE" w:rsidP="005432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8626F1">
        <w:rPr>
          <w:rFonts w:ascii="Times New Roman" w:hAnsi="Times New Roman" w:cs="Times New Roman"/>
          <w:sz w:val="28"/>
          <w:szCs w:val="28"/>
        </w:rPr>
        <w:t xml:space="preserve"> их заместителей и главных бухгалтеров муниципальных</w:t>
      </w:r>
    </w:p>
    <w:p w:rsidR="00B309AE" w:rsidRPr="008626F1" w:rsidRDefault="00B309AE" w:rsidP="005432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8626F1">
        <w:rPr>
          <w:rFonts w:ascii="Times New Roman" w:hAnsi="Times New Roman" w:cs="Times New Roman"/>
          <w:sz w:val="28"/>
          <w:szCs w:val="28"/>
        </w:rPr>
        <w:t>чреждений и муниципальных унитарных предприятий,</w:t>
      </w:r>
    </w:p>
    <w:p w:rsidR="00B309AE" w:rsidRPr="008626F1" w:rsidRDefault="00B309AE" w:rsidP="005432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8626F1">
        <w:rPr>
          <w:rFonts w:ascii="Times New Roman" w:hAnsi="Times New Roman" w:cs="Times New Roman"/>
          <w:sz w:val="28"/>
          <w:szCs w:val="28"/>
        </w:rPr>
        <w:t>еятельность которых координируется</w:t>
      </w:r>
    </w:p>
    <w:p w:rsidR="00B309AE" w:rsidRPr="008626F1" w:rsidRDefault="00B309AE" w:rsidP="005432EB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626F1">
        <w:rPr>
          <w:rFonts w:ascii="Times New Roman" w:hAnsi="Times New Roman" w:cs="Times New Roman"/>
          <w:sz w:val="28"/>
          <w:szCs w:val="28"/>
          <w:u w:val="single"/>
        </w:rPr>
        <w:t>Управлением образованием Администрации города Шарыпово</w:t>
      </w:r>
    </w:p>
    <w:p w:rsidR="00B309AE" w:rsidRDefault="00B309AE" w:rsidP="005432E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E6F0F">
        <w:rPr>
          <w:rFonts w:ascii="Times New Roman" w:hAnsi="Times New Roman" w:cs="Times New Roman"/>
        </w:rPr>
        <w:t>(указать наименование органа администрации города)</w:t>
      </w:r>
    </w:p>
    <w:p w:rsidR="00B309AE" w:rsidRPr="003A66BB" w:rsidRDefault="00B309AE" w:rsidP="005432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2782"/>
        <w:gridCol w:w="2219"/>
        <w:gridCol w:w="1794"/>
        <w:gridCol w:w="2182"/>
      </w:tblGrid>
      <w:tr w:rsidR="00B309AE" w:rsidRPr="00DA2400" w:rsidTr="00AB73DC">
        <w:tc>
          <w:tcPr>
            <w:tcW w:w="594" w:type="dxa"/>
            <w:vAlign w:val="center"/>
          </w:tcPr>
          <w:p w:rsidR="00B309AE" w:rsidRPr="00DA2400" w:rsidRDefault="00B309AE" w:rsidP="00AB73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400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782" w:type="dxa"/>
            <w:vAlign w:val="center"/>
          </w:tcPr>
          <w:p w:rsidR="00B309AE" w:rsidRPr="00DA2400" w:rsidRDefault="00B309AE" w:rsidP="00AB73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400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219" w:type="dxa"/>
            <w:vAlign w:val="center"/>
          </w:tcPr>
          <w:p w:rsidR="00B309AE" w:rsidRPr="00DA2400" w:rsidRDefault="00B309AE" w:rsidP="00AB73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400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учреждения или муниципального унитарного предприятия</w:t>
            </w:r>
          </w:p>
        </w:tc>
        <w:tc>
          <w:tcPr>
            <w:tcW w:w="1794" w:type="dxa"/>
            <w:vAlign w:val="center"/>
          </w:tcPr>
          <w:p w:rsidR="00B309AE" w:rsidRPr="00DA2400" w:rsidRDefault="00B309AE" w:rsidP="00AB73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400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182" w:type="dxa"/>
            <w:vAlign w:val="center"/>
          </w:tcPr>
          <w:p w:rsidR="00B309AE" w:rsidRPr="00DA2400" w:rsidRDefault="00B309AE" w:rsidP="00AB73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400">
              <w:rPr>
                <w:rFonts w:ascii="Times New Roman" w:hAnsi="Times New Roman" w:cs="Times New Roman"/>
                <w:sz w:val="28"/>
                <w:szCs w:val="28"/>
              </w:rPr>
              <w:t>Среднемесячная заработная плата, руб.</w:t>
            </w:r>
          </w:p>
        </w:tc>
      </w:tr>
      <w:tr w:rsidR="00B309AE" w:rsidRPr="00DA2400" w:rsidTr="00AB73DC">
        <w:tc>
          <w:tcPr>
            <w:tcW w:w="594" w:type="dxa"/>
            <w:vAlign w:val="center"/>
          </w:tcPr>
          <w:p w:rsidR="00B309AE" w:rsidRPr="00DA2400" w:rsidRDefault="00B309AE" w:rsidP="00AB73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4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82" w:type="dxa"/>
            <w:vAlign w:val="center"/>
          </w:tcPr>
          <w:p w:rsidR="00B309AE" w:rsidRPr="00DA2400" w:rsidRDefault="00B309AE" w:rsidP="00AB73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Широченкова Лидия Владимировна  </w:t>
            </w:r>
          </w:p>
        </w:tc>
        <w:tc>
          <w:tcPr>
            <w:tcW w:w="2219" w:type="dxa"/>
            <w:vAlign w:val="center"/>
          </w:tcPr>
          <w:p w:rsidR="00B309AE" w:rsidRPr="00DA2400" w:rsidRDefault="00B309AE" w:rsidP="00AB73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МБДОУ № 5 «Дельфин» </w:t>
            </w:r>
          </w:p>
        </w:tc>
        <w:tc>
          <w:tcPr>
            <w:tcW w:w="1794" w:type="dxa"/>
            <w:vAlign w:val="center"/>
          </w:tcPr>
          <w:p w:rsidR="00B309AE" w:rsidRPr="00DA2400" w:rsidRDefault="00B309AE" w:rsidP="00AB73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заведующей по АХР</w:t>
            </w:r>
          </w:p>
        </w:tc>
        <w:tc>
          <w:tcPr>
            <w:tcW w:w="2182" w:type="dxa"/>
            <w:vAlign w:val="center"/>
          </w:tcPr>
          <w:p w:rsidR="00B309AE" w:rsidRPr="00DA2400" w:rsidRDefault="00B309AE" w:rsidP="00AB73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30638,90</w:t>
            </w:r>
          </w:p>
        </w:tc>
      </w:tr>
    </w:tbl>
    <w:p w:rsidR="00B309AE" w:rsidRPr="003A66BB" w:rsidRDefault="00B309AE" w:rsidP="005432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09AE" w:rsidRPr="003A66BB" w:rsidRDefault="00B309AE" w:rsidP="005432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09AE" w:rsidRDefault="00B309AE" w:rsidP="005432E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626F1">
        <w:rPr>
          <w:rFonts w:ascii="Times New Roman" w:hAnsi="Times New Roman" w:cs="Times New Roman"/>
          <w:sz w:val="28"/>
          <w:szCs w:val="28"/>
        </w:rPr>
        <w:t xml:space="preserve">Я, </w:t>
      </w:r>
      <w:r>
        <w:rPr>
          <w:rFonts w:ascii="Times New Roman" w:hAnsi="Times New Roman" w:cs="Times New Roman"/>
          <w:sz w:val="28"/>
          <w:szCs w:val="28"/>
        </w:rPr>
        <w:t>Широченкова Лидия Владимировна</w:t>
      </w:r>
      <w:r w:rsidRPr="008626F1">
        <w:rPr>
          <w:rFonts w:ascii="Times New Roman" w:hAnsi="Times New Roman" w:cs="Times New Roman"/>
          <w:sz w:val="28"/>
          <w:szCs w:val="28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информации о рассчитанной за </w:t>
      </w:r>
      <w:r w:rsidRPr="008626F1">
        <w:rPr>
          <w:rFonts w:ascii="Times New Roman" w:hAnsi="Times New Roman" w:cs="Times New Roman"/>
          <w:sz w:val="28"/>
          <w:szCs w:val="28"/>
          <w:u w:val="single"/>
        </w:rPr>
        <w:t>2016</w:t>
      </w:r>
      <w:r w:rsidRPr="008626F1">
        <w:rPr>
          <w:rFonts w:ascii="Times New Roman" w:hAnsi="Times New Roman" w:cs="Times New Roman"/>
          <w:sz w:val="28"/>
          <w:szCs w:val="28"/>
        </w:rPr>
        <w:t xml:space="preserve"> год среднемесячной заработной плате по должности</w:t>
      </w:r>
      <w:r>
        <w:rPr>
          <w:rFonts w:ascii="Times New Roman" w:hAnsi="Times New Roman" w:cs="Times New Roman"/>
          <w:sz w:val="28"/>
          <w:szCs w:val="28"/>
        </w:rPr>
        <w:t xml:space="preserve"> заместитель заведующей по АХР.</w:t>
      </w:r>
    </w:p>
    <w:p w:rsidR="00B309AE" w:rsidRDefault="00B309AE" w:rsidP="005432E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</w:t>
      </w:r>
    </w:p>
    <w:p w:rsidR="00B309AE" w:rsidRDefault="00B309AE" w:rsidP="005432E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A66B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</w:t>
      </w:r>
    </w:p>
    <w:p w:rsidR="00B309AE" w:rsidRDefault="00B309AE" w:rsidP="005432EB">
      <w:pPr>
        <w:spacing w:after="0" w:line="240" w:lineRule="auto"/>
        <w:rPr>
          <w:rFonts w:ascii="Times New Roman" w:hAnsi="Times New Roman" w:cs="Times New Roman"/>
        </w:rPr>
      </w:pPr>
    </w:p>
    <w:p w:rsidR="00B309AE" w:rsidRDefault="00B309AE" w:rsidP="005432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66B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___________                                                                  _________________</w:t>
      </w:r>
    </w:p>
    <w:p w:rsidR="00B309AE" w:rsidRPr="003A66BB" w:rsidRDefault="00B309AE" w:rsidP="005432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                                                                                     </w:t>
      </w:r>
      <w:r w:rsidRPr="003A66BB">
        <w:rPr>
          <w:rFonts w:ascii="Times New Roman" w:hAnsi="Times New Roman" w:cs="Times New Roman"/>
          <w:sz w:val="28"/>
          <w:szCs w:val="28"/>
        </w:rPr>
        <w:t xml:space="preserve"> подпись</w:t>
      </w:r>
    </w:p>
    <w:p w:rsidR="00B309AE" w:rsidRDefault="00B309AE" w:rsidP="005432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09AE" w:rsidRPr="007E651D" w:rsidRDefault="00B309AE" w:rsidP="005432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09AE" w:rsidRPr="007E651D" w:rsidRDefault="00B309AE" w:rsidP="007E65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309AE" w:rsidRPr="007E651D" w:rsidSect="003470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73C3"/>
    <w:rsid w:val="00025249"/>
    <w:rsid w:val="000E6F0F"/>
    <w:rsid w:val="00231B37"/>
    <w:rsid w:val="00257F06"/>
    <w:rsid w:val="0029438E"/>
    <w:rsid w:val="002A1B43"/>
    <w:rsid w:val="00347065"/>
    <w:rsid w:val="003A66BB"/>
    <w:rsid w:val="003B207D"/>
    <w:rsid w:val="00440AF6"/>
    <w:rsid w:val="005432EB"/>
    <w:rsid w:val="00614F50"/>
    <w:rsid w:val="00790BEF"/>
    <w:rsid w:val="007E651D"/>
    <w:rsid w:val="008626F1"/>
    <w:rsid w:val="00AB73DC"/>
    <w:rsid w:val="00AD29DD"/>
    <w:rsid w:val="00B309AE"/>
    <w:rsid w:val="00C673C3"/>
    <w:rsid w:val="00DA2400"/>
    <w:rsid w:val="00F45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065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E6F0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3A66B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3</Pages>
  <Words>673</Words>
  <Characters>3841</Characters>
  <Application>Microsoft Office Outlook</Application>
  <DocSecurity>0</DocSecurity>
  <Lines>0</Lines>
  <Paragraphs>0</Paragraphs>
  <ScaleCrop>false</ScaleCrop>
  <Company>Dnsoft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Учреждения</cp:lastModifiedBy>
  <cp:revision>8</cp:revision>
  <cp:lastPrinted>2017-04-03T15:12:00Z</cp:lastPrinted>
  <dcterms:created xsi:type="dcterms:W3CDTF">2017-04-03T05:13:00Z</dcterms:created>
  <dcterms:modified xsi:type="dcterms:W3CDTF">2017-04-10T06:51:00Z</dcterms:modified>
</cp:coreProperties>
</file>