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9D3" w:rsidRPr="00607496" w:rsidRDefault="001D49D3" w:rsidP="00C16CD2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607496"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1D49D3" w:rsidRPr="000C5742" w:rsidRDefault="001D49D3" w:rsidP="00621EAB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0C5742">
        <w:rPr>
          <w:rFonts w:ascii="Times New Roman" w:hAnsi="Times New Roman" w:cs="Times New Roman"/>
          <w:sz w:val="28"/>
          <w:szCs w:val="28"/>
        </w:rPr>
        <w:t xml:space="preserve">к подпрограмме «Создание условий для эффективного и ответственного управления муниципальными финансами, повышения устойчивости </w:t>
      </w:r>
      <w:r>
        <w:rPr>
          <w:rFonts w:ascii="Times New Roman" w:hAnsi="Times New Roman" w:cs="Times New Roman"/>
          <w:sz w:val="28"/>
          <w:szCs w:val="28"/>
        </w:rPr>
        <w:t>бюджета города Шарыпово</w:t>
      </w:r>
      <w:r w:rsidRPr="000C5742">
        <w:rPr>
          <w:rFonts w:ascii="Times New Roman" w:hAnsi="Times New Roman" w:cs="Times New Roman"/>
          <w:sz w:val="28"/>
          <w:szCs w:val="28"/>
        </w:rPr>
        <w:t>» на 2014-201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C5742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1D49D3" w:rsidRPr="00607496" w:rsidRDefault="001D49D3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1D49D3" w:rsidRPr="00607496" w:rsidRDefault="001D49D3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1D49D3" w:rsidRPr="00607496" w:rsidRDefault="001D49D3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07496">
        <w:rPr>
          <w:rFonts w:ascii="Times New Roman" w:hAnsi="Times New Roman" w:cs="Times New Roman"/>
          <w:sz w:val="28"/>
          <w:szCs w:val="28"/>
        </w:rPr>
        <w:t>Перечень мероприятий подпрограммы «</w:t>
      </w:r>
      <w:r w:rsidRPr="000C5742">
        <w:rPr>
          <w:rFonts w:ascii="Times New Roman" w:hAnsi="Times New Roman" w:cs="Times New Roman"/>
          <w:sz w:val="28"/>
          <w:szCs w:val="28"/>
        </w:rPr>
        <w:t xml:space="preserve">Создание условий для эффективного и ответственного управления муниципальными финансами, повышения устойчивости </w:t>
      </w:r>
      <w:r>
        <w:rPr>
          <w:rFonts w:ascii="Times New Roman" w:hAnsi="Times New Roman" w:cs="Times New Roman"/>
          <w:sz w:val="28"/>
          <w:szCs w:val="28"/>
        </w:rPr>
        <w:t>бюджета города Шарыпово</w:t>
      </w:r>
      <w:r w:rsidRPr="0060749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br/>
      </w:r>
      <w:r w:rsidRPr="00607496">
        <w:rPr>
          <w:rFonts w:ascii="Times New Roman" w:hAnsi="Times New Roman" w:cs="Times New Roman"/>
          <w:sz w:val="28"/>
          <w:szCs w:val="28"/>
        </w:rPr>
        <w:t>на 2014-201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07496">
        <w:rPr>
          <w:rFonts w:ascii="Times New Roman" w:hAnsi="Times New Roman" w:cs="Times New Roman"/>
          <w:sz w:val="28"/>
          <w:szCs w:val="28"/>
        </w:rPr>
        <w:t xml:space="preserve"> годы</w:t>
      </w:r>
    </w:p>
    <w:tbl>
      <w:tblPr>
        <w:tblW w:w="15183" w:type="dxa"/>
        <w:tblInd w:w="-106" w:type="dxa"/>
        <w:tblLayout w:type="fixed"/>
        <w:tblLook w:val="00A0"/>
      </w:tblPr>
      <w:tblGrid>
        <w:gridCol w:w="2136"/>
        <w:gridCol w:w="1768"/>
        <w:gridCol w:w="990"/>
        <w:gridCol w:w="851"/>
        <w:gridCol w:w="1061"/>
        <w:gridCol w:w="782"/>
        <w:gridCol w:w="1087"/>
        <w:gridCol w:w="10"/>
        <w:gridCol w:w="1090"/>
        <w:gridCol w:w="10"/>
        <w:gridCol w:w="10"/>
        <w:gridCol w:w="974"/>
        <w:gridCol w:w="6"/>
        <w:gridCol w:w="1100"/>
        <w:gridCol w:w="1114"/>
        <w:gridCol w:w="2194"/>
      </w:tblGrid>
      <w:tr w:rsidR="001D49D3" w:rsidRPr="001E7657" w:rsidTr="00463670">
        <w:trPr>
          <w:trHeight w:val="675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9D3" w:rsidRPr="00607496" w:rsidRDefault="001D49D3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9D3" w:rsidRPr="00607496" w:rsidRDefault="001D49D3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6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9D3" w:rsidRPr="00607496" w:rsidRDefault="001D49D3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40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9D3" w:rsidRPr="00607496" w:rsidRDefault="001D49D3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1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49D3" w:rsidRPr="00607496" w:rsidRDefault="001D49D3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1D49D3" w:rsidRPr="00E46450" w:rsidTr="00463670">
        <w:trPr>
          <w:trHeight w:val="1354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D3" w:rsidRPr="00607496" w:rsidRDefault="001D49D3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D3" w:rsidRPr="00607496" w:rsidRDefault="001D49D3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9D3" w:rsidRPr="00E46450" w:rsidRDefault="001D49D3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9D3" w:rsidRPr="00E46450" w:rsidRDefault="001D49D3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9D3" w:rsidRPr="00E46450" w:rsidRDefault="001D49D3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9D3" w:rsidRPr="00E46450" w:rsidRDefault="001D49D3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9D3" w:rsidRPr="00E46450" w:rsidRDefault="001D49D3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9D3" w:rsidRPr="00E46450" w:rsidRDefault="001D49D3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9D3" w:rsidRPr="00E46450" w:rsidRDefault="001D49D3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9D3" w:rsidRPr="00E46450" w:rsidRDefault="001D49D3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9D3" w:rsidRPr="00E46450" w:rsidRDefault="001D49D3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за период</w:t>
            </w:r>
          </w:p>
        </w:tc>
        <w:tc>
          <w:tcPr>
            <w:tcW w:w="21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9D3" w:rsidRPr="00E46450" w:rsidRDefault="001D49D3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49D3" w:rsidRPr="00E46450">
        <w:trPr>
          <w:trHeight w:val="360"/>
        </w:trPr>
        <w:tc>
          <w:tcPr>
            <w:tcW w:w="1518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D3" w:rsidRPr="00E46450" w:rsidRDefault="001D49D3" w:rsidP="00725D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49D3" w:rsidRPr="00E46450" w:rsidRDefault="001D49D3" w:rsidP="00725D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4371D2">
              <w:rPr>
                <w:rFonts w:ascii="Times New Roman" w:hAnsi="Times New Roman" w:cs="Times New Roman"/>
                <w:sz w:val="20"/>
                <w:szCs w:val="20"/>
              </w:rPr>
              <w:t>обеспечение равных условий для устойчивого и эффективного исполнения расходных обязательств муниципальных учреждений, обеспечение сбалансированности и повышение финансовой самостоятельности бюджета города Шарыпово</w:t>
            </w:r>
          </w:p>
        </w:tc>
      </w:tr>
      <w:tr w:rsidR="001D49D3" w:rsidRPr="00E46450">
        <w:trPr>
          <w:trHeight w:val="360"/>
        </w:trPr>
        <w:tc>
          <w:tcPr>
            <w:tcW w:w="15183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49D3" w:rsidRPr="00E46450" w:rsidRDefault="001D49D3" w:rsidP="00725D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D49D3" w:rsidRPr="00E46450" w:rsidRDefault="001D49D3" w:rsidP="00725D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Задача 1: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46450">
              <w:rPr>
                <w:rFonts w:ascii="Times New Roman" w:hAnsi="Times New Roman" w:cs="Times New Roman"/>
                <w:sz w:val="20"/>
                <w:szCs w:val="20"/>
              </w:rPr>
              <w:t xml:space="preserve">оздание условий для обеспечения финансовой устойчивости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бюджета города Шарыпово</w:t>
            </w:r>
          </w:p>
          <w:p w:rsidR="001D49D3" w:rsidRPr="00E46450" w:rsidRDefault="001D49D3" w:rsidP="00725D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49D3" w:rsidRPr="00E46450" w:rsidTr="00463670">
        <w:trPr>
          <w:trHeight w:val="360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D3" w:rsidRPr="00E46450" w:rsidRDefault="001D49D3" w:rsidP="00725D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Мероприятие 1.1: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предоставляется </w:t>
            </w:r>
            <w:r w:rsidRPr="00E46450">
              <w:rPr>
                <w:rFonts w:ascii="Times New Roman" w:hAnsi="Times New Roman" w:cs="Times New Roman"/>
                <w:sz w:val="20"/>
                <w:szCs w:val="20"/>
              </w:rPr>
              <w:t>дотаци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E46450">
              <w:rPr>
                <w:rFonts w:ascii="Times New Roman" w:hAnsi="Times New Roman" w:cs="Times New Roman"/>
                <w:sz w:val="20"/>
                <w:szCs w:val="20"/>
              </w:rPr>
              <w:t xml:space="preserve"> на 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9D3" w:rsidRPr="00E46450" w:rsidRDefault="001D49D3" w:rsidP="00672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города Шарыпово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0C42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0C42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0C42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0C42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0C4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0C4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9D3" w:rsidRPr="00E46450" w:rsidRDefault="001D49D3" w:rsidP="005C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0C4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9D3" w:rsidRPr="00E46450" w:rsidRDefault="001D49D3" w:rsidP="000C4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9D3" w:rsidRPr="00E46450" w:rsidRDefault="001D49D3" w:rsidP="000C4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просроченной кредиторской задолженности по выплате заработной платы с начислениями работникам бюджетной сферы </w:t>
            </w:r>
          </w:p>
        </w:tc>
      </w:tr>
      <w:tr w:rsidR="001D49D3" w:rsidRPr="00E46450">
        <w:trPr>
          <w:trHeight w:val="360"/>
        </w:trPr>
        <w:tc>
          <w:tcPr>
            <w:tcW w:w="1518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D3" w:rsidRPr="00E46450" w:rsidRDefault="001D49D3" w:rsidP="00641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Задача 2: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46450">
              <w:rPr>
                <w:rFonts w:ascii="Times New Roman" w:hAnsi="Times New Roman" w:cs="Times New Roman"/>
                <w:sz w:val="20"/>
                <w:szCs w:val="20"/>
              </w:rPr>
              <w:t>овышение заинтересованности органов местного самоуправления в росте налогового потенциала</w:t>
            </w:r>
            <w:r w:rsidRPr="00E46450">
              <w:t xml:space="preserve"> </w:t>
            </w:r>
            <w:r w:rsidRPr="00E46450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Красноярского края</w:t>
            </w:r>
          </w:p>
        </w:tc>
      </w:tr>
      <w:tr w:rsidR="001D49D3" w:rsidRPr="00E46450" w:rsidTr="00463670">
        <w:trPr>
          <w:trHeight w:val="360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D3" w:rsidRPr="00E46450" w:rsidRDefault="001D49D3" w:rsidP="00A868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2.1:</w:t>
            </w:r>
          </w:p>
          <w:p w:rsidR="001D49D3" w:rsidRPr="00E46450" w:rsidRDefault="001D49D3" w:rsidP="00A868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амена дотаций на выравнивание бюджетной обеспеченности муниципальных районов (городских округов) Красноярского края дополнительными нормативами отчислений от налога на доходы физических лиц</w:t>
            </w:r>
          </w:p>
          <w:p w:rsidR="001D49D3" w:rsidRPr="00E46450" w:rsidRDefault="001D49D3" w:rsidP="00641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9D3" w:rsidRPr="00E46450" w:rsidRDefault="001D49D3" w:rsidP="000C42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города Шарыпово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9D3" w:rsidRPr="00E46450" w:rsidRDefault="001D49D3" w:rsidP="005C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9D3" w:rsidRPr="00E46450" w:rsidRDefault="001D49D3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9D3" w:rsidRPr="00E46450" w:rsidRDefault="001D49D3" w:rsidP="00A85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</w:rPr>
              <w:t xml:space="preserve">рост объема налоговых и неналоговых доходов в общем объеме доходов местных бюджетов </w:t>
            </w:r>
          </w:p>
        </w:tc>
      </w:tr>
      <w:tr w:rsidR="001D49D3" w:rsidRPr="00E46450">
        <w:trPr>
          <w:trHeight w:val="360"/>
        </w:trPr>
        <w:tc>
          <w:tcPr>
            <w:tcW w:w="1518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D3" w:rsidRPr="00E46450" w:rsidRDefault="001D49D3" w:rsidP="00E91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3: п</w:t>
            </w:r>
            <w:r w:rsidRPr="00E46450">
              <w:rPr>
                <w:rFonts w:ascii="Times New Roman" w:hAnsi="Times New Roman" w:cs="Times New Roman"/>
                <w:sz w:val="20"/>
                <w:szCs w:val="20"/>
              </w:rPr>
              <w:t>овышение качества управления муниципальными финансами</w:t>
            </w:r>
          </w:p>
        </w:tc>
      </w:tr>
      <w:tr w:rsidR="001D49D3" w:rsidRPr="00E46450" w:rsidTr="00463670">
        <w:trPr>
          <w:trHeight w:val="360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D3" w:rsidRPr="00E46450" w:rsidRDefault="001D49D3" w:rsidP="00641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.1:</w:t>
            </w:r>
          </w:p>
          <w:p w:rsidR="001D49D3" w:rsidRPr="00E46450" w:rsidRDefault="001D49D3" w:rsidP="00641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роведение регулярного и оперативного мониторинга финансовой ситуации в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городе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9D3" w:rsidRPr="00E46450" w:rsidRDefault="001D49D3" w:rsidP="000C42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города Шарыпово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9D3" w:rsidRPr="00E46450" w:rsidRDefault="001D49D3" w:rsidP="000F6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9D3" w:rsidRPr="00E46450" w:rsidRDefault="001D49D3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9D3" w:rsidRPr="00E46450" w:rsidRDefault="001D49D3" w:rsidP="005B33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</w:rPr>
              <w:t>отсутствие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ежегодно</w:t>
            </w:r>
          </w:p>
        </w:tc>
      </w:tr>
      <w:tr w:rsidR="001D49D3" w:rsidRPr="00E46450" w:rsidTr="00463670">
        <w:trPr>
          <w:trHeight w:val="360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D3" w:rsidRPr="00E46450" w:rsidRDefault="001D49D3" w:rsidP="00641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.2:</w:t>
            </w:r>
          </w:p>
          <w:p w:rsidR="001D49D3" w:rsidRPr="00E46450" w:rsidRDefault="001D49D3" w:rsidP="00641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46450">
              <w:rPr>
                <w:rFonts w:ascii="Times New Roman" w:hAnsi="Times New Roman" w:cs="Times New Roman"/>
                <w:sz w:val="20"/>
                <w:szCs w:val="20"/>
              </w:rPr>
              <w:t>роведение мониторинга и оценка качества организации осуществления бюджетного процесса, а также соблюдения требований Бюджетного кодекса Российской Федерации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9D3" w:rsidRPr="00E46450" w:rsidRDefault="001D49D3" w:rsidP="000C42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города Шарыпово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9D3" w:rsidRPr="00E46450" w:rsidRDefault="001D49D3" w:rsidP="000F6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9D3" w:rsidRPr="00E46450" w:rsidRDefault="001D49D3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9D3" w:rsidRPr="00E46450" w:rsidRDefault="001D49D3" w:rsidP="00C16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9D3" w:rsidRPr="00AC088D" w:rsidRDefault="001D49D3" w:rsidP="00AC0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88D">
              <w:rPr>
                <w:rFonts w:ascii="Times New Roman" w:hAnsi="Times New Roman" w:cs="Times New Roman"/>
                <w:sz w:val="20"/>
                <w:szCs w:val="20"/>
              </w:rPr>
              <w:t>Повышен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AC088D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C0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</w:t>
            </w:r>
            <w:r w:rsidRPr="00AC088D">
              <w:rPr>
                <w:rFonts w:ascii="Times New Roman" w:hAnsi="Times New Roman" w:cs="Times New Roman"/>
                <w:sz w:val="20"/>
                <w:szCs w:val="20"/>
              </w:rPr>
              <w:t xml:space="preserve">бюджетных расходов в условиях дефицита </w:t>
            </w:r>
          </w:p>
          <w:p w:rsidR="001D49D3" w:rsidRPr="00AC088D" w:rsidRDefault="001D49D3" w:rsidP="00AC0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88D">
              <w:rPr>
                <w:rFonts w:ascii="Times New Roman" w:hAnsi="Times New Roman" w:cs="Times New Roman"/>
                <w:sz w:val="20"/>
                <w:szCs w:val="20"/>
              </w:rPr>
              <w:t>финансовых ресурсов.</w:t>
            </w:r>
          </w:p>
          <w:p w:rsidR="001D49D3" w:rsidRPr="00AC088D" w:rsidRDefault="001D49D3" w:rsidP="00AC0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49D3" w:rsidRDefault="001D49D3" w:rsidP="00687B3A"/>
    <w:p w:rsidR="001D49D3" w:rsidRPr="00091D1F" w:rsidRDefault="001D49D3" w:rsidP="00687B3A">
      <w:pPr>
        <w:rPr>
          <w:rFonts w:ascii="Times New Roman" w:hAnsi="Times New Roman" w:cs="Times New Roman"/>
        </w:rPr>
      </w:pPr>
      <w:r w:rsidRPr="00091D1F">
        <w:rPr>
          <w:rFonts w:ascii="Times New Roman" w:hAnsi="Times New Roman" w:cs="Times New Roman"/>
        </w:rPr>
        <w:t>Руководитель Финансового управления администрации города Шарыпово                                                                                         Е.А. Гришина</w:t>
      </w:r>
    </w:p>
    <w:sectPr w:rsidR="001D49D3" w:rsidRPr="00091D1F" w:rsidSect="00E46450">
      <w:headerReference w:type="default" r:id="rId6"/>
      <w:footerReference w:type="default" r:id="rId7"/>
      <w:pgSz w:w="16838" w:h="11905" w:orient="landscape"/>
      <w:pgMar w:top="709" w:right="1134" w:bottom="284" w:left="993" w:header="142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9D3" w:rsidRDefault="001D49D3" w:rsidP="00361018">
      <w:pPr>
        <w:spacing w:after="0" w:line="240" w:lineRule="auto"/>
      </w:pPr>
      <w:r>
        <w:separator/>
      </w:r>
    </w:p>
  </w:endnote>
  <w:endnote w:type="continuationSeparator" w:id="1">
    <w:p w:rsidR="001D49D3" w:rsidRDefault="001D49D3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9D3" w:rsidRDefault="001D49D3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1D49D3" w:rsidRDefault="001D49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9D3" w:rsidRDefault="001D49D3" w:rsidP="00361018">
      <w:pPr>
        <w:spacing w:after="0" w:line="240" w:lineRule="auto"/>
      </w:pPr>
      <w:r>
        <w:separator/>
      </w:r>
    </w:p>
  </w:footnote>
  <w:footnote w:type="continuationSeparator" w:id="1">
    <w:p w:rsidR="001D49D3" w:rsidRDefault="001D49D3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9D3" w:rsidRPr="00E46450" w:rsidRDefault="001D49D3" w:rsidP="009B0198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E46450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E46450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E46450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E46450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1D49D3" w:rsidRDefault="001D49D3">
    <w:pPr>
      <w:pStyle w:val="Header"/>
      <w:jc w:val="center"/>
    </w:pPr>
  </w:p>
  <w:p w:rsidR="001D49D3" w:rsidRDefault="001D49D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EA"/>
    <w:rsid w:val="00001D09"/>
    <w:rsid w:val="000022F1"/>
    <w:rsid w:val="000115B9"/>
    <w:rsid w:val="00027964"/>
    <w:rsid w:val="00040A81"/>
    <w:rsid w:val="000411AC"/>
    <w:rsid w:val="00043DE4"/>
    <w:rsid w:val="00046C52"/>
    <w:rsid w:val="00050153"/>
    <w:rsid w:val="00051ED9"/>
    <w:rsid w:val="00056180"/>
    <w:rsid w:val="0006653D"/>
    <w:rsid w:val="00072410"/>
    <w:rsid w:val="0007268A"/>
    <w:rsid w:val="00073A8E"/>
    <w:rsid w:val="0007714A"/>
    <w:rsid w:val="0007773C"/>
    <w:rsid w:val="00087DE7"/>
    <w:rsid w:val="00087E0D"/>
    <w:rsid w:val="00091D1F"/>
    <w:rsid w:val="000C425C"/>
    <w:rsid w:val="000C5742"/>
    <w:rsid w:val="000E24E5"/>
    <w:rsid w:val="000F0263"/>
    <w:rsid w:val="000F625B"/>
    <w:rsid w:val="001157F5"/>
    <w:rsid w:val="00123B9B"/>
    <w:rsid w:val="00137293"/>
    <w:rsid w:val="00143DB9"/>
    <w:rsid w:val="00145986"/>
    <w:rsid w:val="0015320A"/>
    <w:rsid w:val="00157090"/>
    <w:rsid w:val="00171945"/>
    <w:rsid w:val="00185CBB"/>
    <w:rsid w:val="001A7BE8"/>
    <w:rsid w:val="001B072B"/>
    <w:rsid w:val="001B7DEF"/>
    <w:rsid w:val="001C364B"/>
    <w:rsid w:val="001C5764"/>
    <w:rsid w:val="001D49D3"/>
    <w:rsid w:val="001E0D4D"/>
    <w:rsid w:val="001E41BC"/>
    <w:rsid w:val="001E6254"/>
    <w:rsid w:val="001E7657"/>
    <w:rsid w:val="00200397"/>
    <w:rsid w:val="00205900"/>
    <w:rsid w:val="00205EEA"/>
    <w:rsid w:val="002070DB"/>
    <w:rsid w:val="00207F0F"/>
    <w:rsid w:val="00213F5E"/>
    <w:rsid w:val="00240242"/>
    <w:rsid w:val="00244313"/>
    <w:rsid w:val="00251760"/>
    <w:rsid w:val="0027124D"/>
    <w:rsid w:val="00287347"/>
    <w:rsid w:val="002932FB"/>
    <w:rsid w:val="0029470C"/>
    <w:rsid w:val="002A3246"/>
    <w:rsid w:val="002A4290"/>
    <w:rsid w:val="002A65EB"/>
    <w:rsid w:val="002B22B8"/>
    <w:rsid w:val="002B423B"/>
    <w:rsid w:val="002C16A1"/>
    <w:rsid w:val="002C6512"/>
    <w:rsid w:val="002D0DAF"/>
    <w:rsid w:val="002D4BC0"/>
    <w:rsid w:val="00316C59"/>
    <w:rsid w:val="00317FD7"/>
    <w:rsid w:val="00324502"/>
    <w:rsid w:val="00325E76"/>
    <w:rsid w:val="00335CA7"/>
    <w:rsid w:val="003368D8"/>
    <w:rsid w:val="00342CC5"/>
    <w:rsid w:val="00356F50"/>
    <w:rsid w:val="00361018"/>
    <w:rsid w:val="003624EC"/>
    <w:rsid w:val="00362C22"/>
    <w:rsid w:val="00377162"/>
    <w:rsid w:val="00383E55"/>
    <w:rsid w:val="00385195"/>
    <w:rsid w:val="003917AB"/>
    <w:rsid w:val="003A7217"/>
    <w:rsid w:val="003D1E42"/>
    <w:rsid w:val="003D4F26"/>
    <w:rsid w:val="003D746D"/>
    <w:rsid w:val="003F0F1E"/>
    <w:rsid w:val="003F2178"/>
    <w:rsid w:val="00401BC8"/>
    <w:rsid w:val="004060F3"/>
    <w:rsid w:val="00411AEF"/>
    <w:rsid w:val="00412EE9"/>
    <w:rsid w:val="004140F7"/>
    <w:rsid w:val="00416E90"/>
    <w:rsid w:val="00424FAF"/>
    <w:rsid w:val="00431389"/>
    <w:rsid w:val="004371D2"/>
    <w:rsid w:val="004451E1"/>
    <w:rsid w:val="00446208"/>
    <w:rsid w:val="0046144D"/>
    <w:rsid w:val="00462BFD"/>
    <w:rsid w:val="00463670"/>
    <w:rsid w:val="004A3E3B"/>
    <w:rsid w:val="004C77EB"/>
    <w:rsid w:val="004D74D3"/>
    <w:rsid w:val="004E51D9"/>
    <w:rsid w:val="004F0514"/>
    <w:rsid w:val="00503803"/>
    <w:rsid w:val="005047D4"/>
    <w:rsid w:val="00521209"/>
    <w:rsid w:val="00526BC4"/>
    <w:rsid w:val="00527D63"/>
    <w:rsid w:val="00536ECD"/>
    <w:rsid w:val="00546163"/>
    <w:rsid w:val="00553076"/>
    <w:rsid w:val="00556C11"/>
    <w:rsid w:val="00572355"/>
    <w:rsid w:val="00577DA6"/>
    <w:rsid w:val="005B336A"/>
    <w:rsid w:val="005B5AAF"/>
    <w:rsid w:val="005B7E98"/>
    <w:rsid w:val="005C06FE"/>
    <w:rsid w:val="005C1257"/>
    <w:rsid w:val="005D2293"/>
    <w:rsid w:val="005D3E40"/>
    <w:rsid w:val="005E2D02"/>
    <w:rsid w:val="005E48F4"/>
    <w:rsid w:val="005F11BE"/>
    <w:rsid w:val="005F55EA"/>
    <w:rsid w:val="00602F1F"/>
    <w:rsid w:val="0060664C"/>
    <w:rsid w:val="00607496"/>
    <w:rsid w:val="00607669"/>
    <w:rsid w:val="00610F83"/>
    <w:rsid w:val="00620A69"/>
    <w:rsid w:val="00621EAB"/>
    <w:rsid w:val="00624BB1"/>
    <w:rsid w:val="0062619F"/>
    <w:rsid w:val="00634939"/>
    <w:rsid w:val="00636EA4"/>
    <w:rsid w:val="0064130E"/>
    <w:rsid w:val="0064417C"/>
    <w:rsid w:val="006531EF"/>
    <w:rsid w:val="00672549"/>
    <w:rsid w:val="00681826"/>
    <w:rsid w:val="0068329A"/>
    <w:rsid w:val="006843D7"/>
    <w:rsid w:val="00687B3A"/>
    <w:rsid w:val="00692C5F"/>
    <w:rsid w:val="006A7645"/>
    <w:rsid w:val="006B51A8"/>
    <w:rsid w:val="006C1A8A"/>
    <w:rsid w:val="006C6E09"/>
    <w:rsid w:val="006D0F23"/>
    <w:rsid w:val="006E28D6"/>
    <w:rsid w:val="006E6155"/>
    <w:rsid w:val="006F1C07"/>
    <w:rsid w:val="00700276"/>
    <w:rsid w:val="00704AB6"/>
    <w:rsid w:val="00705AD2"/>
    <w:rsid w:val="00725DBB"/>
    <w:rsid w:val="00734A51"/>
    <w:rsid w:val="00751AE5"/>
    <w:rsid w:val="007526CE"/>
    <w:rsid w:val="00765529"/>
    <w:rsid w:val="00771FF7"/>
    <w:rsid w:val="0077640E"/>
    <w:rsid w:val="007A2168"/>
    <w:rsid w:val="007C7177"/>
    <w:rsid w:val="007C737B"/>
    <w:rsid w:val="007D2711"/>
    <w:rsid w:val="007D2D57"/>
    <w:rsid w:val="008013FE"/>
    <w:rsid w:val="00821804"/>
    <w:rsid w:val="00822CC3"/>
    <w:rsid w:val="008308AF"/>
    <w:rsid w:val="00834103"/>
    <w:rsid w:val="00845546"/>
    <w:rsid w:val="00850373"/>
    <w:rsid w:val="0085186C"/>
    <w:rsid w:val="00852D4A"/>
    <w:rsid w:val="008640F0"/>
    <w:rsid w:val="00870FDB"/>
    <w:rsid w:val="008803F1"/>
    <w:rsid w:val="008908A4"/>
    <w:rsid w:val="008A61D2"/>
    <w:rsid w:val="008A7609"/>
    <w:rsid w:val="008B280E"/>
    <w:rsid w:val="008B42DA"/>
    <w:rsid w:val="008C2DD9"/>
    <w:rsid w:val="008C6836"/>
    <w:rsid w:val="008D06E2"/>
    <w:rsid w:val="008D21E0"/>
    <w:rsid w:val="008D62AC"/>
    <w:rsid w:val="008E79C7"/>
    <w:rsid w:val="009066C8"/>
    <w:rsid w:val="00921A5B"/>
    <w:rsid w:val="0092580E"/>
    <w:rsid w:val="009274BD"/>
    <w:rsid w:val="009322A0"/>
    <w:rsid w:val="00937922"/>
    <w:rsid w:val="00940113"/>
    <w:rsid w:val="0094757A"/>
    <w:rsid w:val="0095433D"/>
    <w:rsid w:val="0095673A"/>
    <w:rsid w:val="00960E27"/>
    <w:rsid w:val="0097655B"/>
    <w:rsid w:val="009853E8"/>
    <w:rsid w:val="00985F3D"/>
    <w:rsid w:val="009930A9"/>
    <w:rsid w:val="009B0198"/>
    <w:rsid w:val="009B0E23"/>
    <w:rsid w:val="009B2EA7"/>
    <w:rsid w:val="009B45B0"/>
    <w:rsid w:val="009C6A1B"/>
    <w:rsid w:val="009D2D4D"/>
    <w:rsid w:val="009D6832"/>
    <w:rsid w:val="009D6869"/>
    <w:rsid w:val="009D7D19"/>
    <w:rsid w:val="009F0CBA"/>
    <w:rsid w:val="009F6E72"/>
    <w:rsid w:val="009F77E4"/>
    <w:rsid w:val="00A23CCF"/>
    <w:rsid w:val="00A33B64"/>
    <w:rsid w:val="00A5522B"/>
    <w:rsid w:val="00A564A0"/>
    <w:rsid w:val="00A614D8"/>
    <w:rsid w:val="00A702AD"/>
    <w:rsid w:val="00A71C3F"/>
    <w:rsid w:val="00A7435B"/>
    <w:rsid w:val="00A74FC6"/>
    <w:rsid w:val="00A761EA"/>
    <w:rsid w:val="00A76832"/>
    <w:rsid w:val="00A858A8"/>
    <w:rsid w:val="00A86815"/>
    <w:rsid w:val="00A972DD"/>
    <w:rsid w:val="00AA321C"/>
    <w:rsid w:val="00AB06F5"/>
    <w:rsid w:val="00AB20D9"/>
    <w:rsid w:val="00AB2C75"/>
    <w:rsid w:val="00AB3DE7"/>
    <w:rsid w:val="00AB6ACA"/>
    <w:rsid w:val="00AC088D"/>
    <w:rsid w:val="00AC11FE"/>
    <w:rsid w:val="00AC7E50"/>
    <w:rsid w:val="00AE6AAB"/>
    <w:rsid w:val="00AF28EF"/>
    <w:rsid w:val="00B21225"/>
    <w:rsid w:val="00B307B2"/>
    <w:rsid w:val="00B324E5"/>
    <w:rsid w:val="00B352B9"/>
    <w:rsid w:val="00B47065"/>
    <w:rsid w:val="00B571F9"/>
    <w:rsid w:val="00B75FBB"/>
    <w:rsid w:val="00B77B00"/>
    <w:rsid w:val="00BA2EC2"/>
    <w:rsid w:val="00BA3B6A"/>
    <w:rsid w:val="00BA66B7"/>
    <w:rsid w:val="00BA6796"/>
    <w:rsid w:val="00BB2EEE"/>
    <w:rsid w:val="00BD00EE"/>
    <w:rsid w:val="00BE50FB"/>
    <w:rsid w:val="00BE5FF3"/>
    <w:rsid w:val="00BF0617"/>
    <w:rsid w:val="00BF7DD6"/>
    <w:rsid w:val="00C16CD2"/>
    <w:rsid w:val="00C40700"/>
    <w:rsid w:val="00C44102"/>
    <w:rsid w:val="00C51360"/>
    <w:rsid w:val="00C56DBD"/>
    <w:rsid w:val="00C57034"/>
    <w:rsid w:val="00C65D23"/>
    <w:rsid w:val="00C871AF"/>
    <w:rsid w:val="00C94629"/>
    <w:rsid w:val="00CA7E21"/>
    <w:rsid w:val="00CB0BEF"/>
    <w:rsid w:val="00CB3298"/>
    <w:rsid w:val="00CB4E61"/>
    <w:rsid w:val="00CB6212"/>
    <w:rsid w:val="00CC2743"/>
    <w:rsid w:val="00CF7D36"/>
    <w:rsid w:val="00D2113B"/>
    <w:rsid w:val="00D33CE3"/>
    <w:rsid w:val="00D3552A"/>
    <w:rsid w:val="00D50F41"/>
    <w:rsid w:val="00D55F7C"/>
    <w:rsid w:val="00D632BD"/>
    <w:rsid w:val="00D868D4"/>
    <w:rsid w:val="00DB4312"/>
    <w:rsid w:val="00DC726E"/>
    <w:rsid w:val="00DF22B0"/>
    <w:rsid w:val="00E014A8"/>
    <w:rsid w:val="00E051B5"/>
    <w:rsid w:val="00E05EDB"/>
    <w:rsid w:val="00E06723"/>
    <w:rsid w:val="00E068BE"/>
    <w:rsid w:val="00E07456"/>
    <w:rsid w:val="00E122E1"/>
    <w:rsid w:val="00E13CDC"/>
    <w:rsid w:val="00E16E1A"/>
    <w:rsid w:val="00E3602C"/>
    <w:rsid w:val="00E44216"/>
    <w:rsid w:val="00E46450"/>
    <w:rsid w:val="00E720F6"/>
    <w:rsid w:val="00E8057A"/>
    <w:rsid w:val="00E8770F"/>
    <w:rsid w:val="00E91F14"/>
    <w:rsid w:val="00EC0182"/>
    <w:rsid w:val="00ED0570"/>
    <w:rsid w:val="00ED11EC"/>
    <w:rsid w:val="00EE6F35"/>
    <w:rsid w:val="00EE781C"/>
    <w:rsid w:val="00EF4E86"/>
    <w:rsid w:val="00F44A33"/>
    <w:rsid w:val="00F6025E"/>
    <w:rsid w:val="00F9412D"/>
    <w:rsid w:val="00FA357A"/>
    <w:rsid w:val="00FB0075"/>
    <w:rsid w:val="00FB3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1018"/>
  </w:style>
  <w:style w:type="paragraph" w:styleId="Footer">
    <w:name w:val="footer"/>
    <w:basedOn w:val="Normal"/>
    <w:link w:val="Foot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61018"/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E16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6E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46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416</TotalTime>
  <Pages>2</Pages>
  <Words>412</Words>
  <Characters>2353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kom105</cp:lastModifiedBy>
  <cp:revision>70</cp:revision>
  <cp:lastPrinted>2013-09-23T01:41:00Z</cp:lastPrinted>
  <dcterms:created xsi:type="dcterms:W3CDTF">2013-06-21T08:53:00Z</dcterms:created>
  <dcterms:modified xsi:type="dcterms:W3CDTF">2014-09-26T08:24:00Z</dcterms:modified>
</cp:coreProperties>
</file>