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31" w:rsidRDefault="00A47C31" w:rsidP="000A19C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A19C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9CD">
        <w:rPr>
          <w:rFonts w:ascii="Times New Roman" w:hAnsi="Times New Roman" w:cs="Times New Roman"/>
          <w:sz w:val="24"/>
          <w:szCs w:val="24"/>
        </w:rPr>
        <w:t xml:space="preserve">№ 1 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19CD">
        <w:rPr>
          <w:rFonts w:ascii="Times New Roman" w:hAnsi="Times New Roman" w:cs="Times New Roman"/>
          <w:sz w:val="24"/>
          <w:szCs w:val="24"/>
        </w:rPr>
        <w:t>Паспорту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19CD">
        <w:rPr>
          <w:rFonts w:ascii="Times New Roman" w:hAnsi="Times New Roman" w:cs="Times New Roman"/>
          <w:sz w:val="24"/>
          <w:szCs w:val="24"/>
        </w:rPr>
        <w:t xml:space="preserve"> муниципальной </w:t>
      </w:r>
    </w:p>
    <w:p w:rsidR="00A47C31" w:rsidRPr="000A19CD" w:rsidRDefault="00A47C31" w:rsidP="000A19C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A19CD">
        <w:rPr>
          <w:rFonts w:ascii="Times New Roman" w:hAnsi="Times New Roman" w:cs="Times New Roman"/>
          <w:sz w:val="24"/>
          <w:szCs w:val="24"/>
        </w:rPr>
        <w:t>программы «Развитие культуры» на 2014-206гг.</w:t>
      </w:r>
    </w:p>
    <w:p w:rsidR="00A47C31" w:rsidRPr="00E757B4" w:rsidRDefault="00A47C31" w:rsidP="000A19CD">
      <w:pPr>
        <w:autoSpaceDE w:val="0"/>
        <w:autoSpaceDN w:val="0"/>
        <w:adjustRightInd w:val="0"/>
        <w:outlineLvl w:val="0"/>
      </w:pPr>
    </w:p>
    <w:p w:rsidR="00A47C31" w:rsidRPr="00EF5379" w:rsidRDefault="00A47C31" w:rsidP="00130EB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A47C31" w:rsidRDefault="00A47C31" w:rsidP="00645B86">
      <w:pPr>
        <w:jc w:val="center"/>
        <w:rPr>
          <w:b/>
        </w:rPr>
      </w:pPr>
      <w:r w:rsidRPr="000A19CD">
        <w:rPr>
          <w:b/>
        </w:rPr>
        <w:t xml:space="preserve">Перечень целевых показателей </w:t>
      </w:r>
      <w:r>
        <w:rPr>
          <w:b/>
        </w:rPr>
        <w:t>и показателей результативности П</w:t>
      </w:r>
      <w:r w:rsidRPr="000A19CD">
        <w:rPr>
          <w:b/>
        </w:rPr>
        <w:t xml:space="preserve">рограммы с расшифровкой </w:t>
      </w:r>
    </w:p>
    <w:p w:rsidR="00A47C31" w:rsidRPr="000A19CD" w:rsidRDefault="00A47C31" w:rsidP="00645B86">
      <w:pPr>
        <w:jc w:val="center"/>
        <w:rPr>
          <w:b/>
        </w:rPr>
      </w:pPr>
      <w:r w:rsidRPr="000A19CD">
        <w:rPr>
          <w:b/>
        </w:rPr>
        <w:t>плановых значений по годам ее реализации</w:t>
      </w:r>
    </w:p>
    <w:p w:rsidR="00A47C31" w:rsidRDefault="00A47C31" w:rsidP="00130EB0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835"/>
        <w:gridCol w:w="1296"/>
        <w:gridCol w:w="1549"/>
        <w:gridCol w:w="3534"/>
        <w:gridCol w:w="992"/>
        <w:gridCol w:w="992"/>
        <w:gridCol w:w="992"/>
        <w:gridCol w:w="992"/>
        <w:gridCol w:w="993"/>
      </w:tblGrid>
      <w:tr w:rsidR="00A47C31" w:rsidRPr="000A19CD" w:rsidTr="000A19CD">
        <w:trPr>
          <w:trHeight w:val="503"/>
        </w:trPr>
        <w:tc>
          <w:tcPr>
            <w:tcW w:w="851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 xml:space="preserve">№ </w:t>
            </w:r>
          </w:p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п/п</w:t>
            </w:r>
          </w:p>
        </w:tc>
        <w:tc>
          <w:tcPr>
            <w:tcW w:w="2835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Цели, задачи, показатели</w:t>
            </w:r>
          </w:p>
        </w:tc>
        <w:tc>
          <w:tcPr>
            <w:tcW w:w="1296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Единица измере</w:t>
            </w:r>
            <w:r>
              <w:rPr>
                <w:b/>
              </w:rPr>
              <w:t>-</w:t>
            </w:r>
            <w:r w:rsidRPr="000A19CD">
              <w:rPr>
                <w:b/>
              </w:rPr>
              <w:t>ния</w:t>
            </w:r>
          </w:p>
        </w:tc>
        <w:tc>
          <w:tcPr>
            <w:tcW w:w="1549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 xml:space="preserve">Вес показателя </w:t>
            </w:r>
          </w:p>
        </w:tc>
        <w:tc>
          <w:tcPr>
            <w:tcW w:w="3534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Источник информации</w:t>
            </w:r>
          </w:p>
        </w:tc>
        <w:tc>
          <w:tcPr>
            <w:tcW w:w="992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2012г</w:t>
            </w:r>
          </w:p>
        </w:tc>
        <w:tc>
          <w:tcPr>
            <w:tcW w:w="992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2013г</w:t>
            </w:r>
          </w:p>
        </w:tc>
        <w:tc>
          <w:tcPr>
            <w:tcW w:w="992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2014г</w:t>
            </w:r>
          </w:p>
        </w:tc>
        <w:tc>
          <w:tcPr>
            <w:tcW w:w="992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2015г</w:t>
            </w:r>
          </w:p>
        </w:tc>
        <w:tc>
          <w:tcPr>
            <w:tcW w:w="993" w:type="dxa"/>
          </w:tcPr>
          <w:p w:rsidR="00A47C31" w:rsidRPr="000A19CD" w:rsidRDefault="00A47C31" w:rsidP="00E757B4">
            <w:pPr>
              <w:jc w:val="center"/>
              <w:rPr>
                <w:b/>
              </w:rPr>
            </w:pPr>
            <w:r w:rsidRPr="000A19CD">
              <w:rPr>
                <w:b/>
              </w:rPr>
              <w:t>2016г</w:t>
            </w:r>
          </w:p>
        </w:tc>
      </w:tr>
      <w:tr w:rsidR="00A47C31" w:rsidRPr="00E757B4" w:rsidTr="000A19CD">
        <w:trPr>
          <w:trHeight w:val="1700"/>
        </w:trPr>
        <w:tc>
          <w:tcPr>
            <w:tcW w:w="851" w:type="dxa"/>
          </w:tcPr>
          <w:p w:rsidR="00A47C31" w:rsidRPr="00E757B4" w:rsidRDefault="00A47C31">
            <w:r w:rsidRPr="00E757B4">
              <w:t>1</w:t>
            </w:r>
          </w:p>
        </w:tc>
        <w:tc>
          <w:tcPr>
            <w:tcW w:w="2835" w:type="dxa"/>
          </w:tcPr>
          <w:p w:rsidR="00A47C31" w:rsidRPr="00E757B4" w:rsidRDefault="00A47C31" w:rsidP="00453140">
            <w:pPr>
              <w:rPr>
                <w:b/>
              </w:rPr>
            </w:pPr>
            <w:r w:rsidRPr="00E757B4">
              <w:rPr>
                <w:b/>
              </w:rPr>
              <w:t xml:space="preserve">Цель </w:t>
            </w:r>
            <w:r>
              <w:rPr>
                <w:b/>
              </w:rPr>
              <w:t>программы:</w:t>
            </w:r>
          </w:p>
          <w:p w:rsidR="00A47C31" w:rsidRPr="00E757B4" w:rsidRDefault="00A47C31" w:rsidP="00453140">
            <w:r w:rsidRPr="00E757B4">
              <w:t>Создание условий для развития и реализации культурного и духовного потенциала населения города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2006"/>
        </w:trPr>
        <w:tc>
          <w:tcPr>
            <w:tcW w:w="851" w:type="dxa"/>
          </w:tcPr>
          <w:p w:rsidR="00A47C31" w:rsidRPr="00E757B4" w:rsidRDefault="00A47C31" w:rsidP="00C26F56"/>
        </w:tc>
        <w:tc>
          <w:tcPr>
            <w:tcW w:w="2835" w:type="dxa"/>
          </w:tcPr>
          <w:p w:rsidR="00A47C31" w:rsidRPr="006E09A3" w:rsidRDefault="00A47C31" w:rsidP="00453140">
            <w:pPr>
              <w:rPr>
                <w:b/>
              </w:rPr>
            </w:pPr>
            <w:r>
              <w:t>У</w:t>
            </w:r>
            <w:r w:rsidRPr="006E09A3">
              <w:t>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0,05</w:t>
            </w:r>
          </w:p>
        </w:tc>
        <w:tc>
          <w:tcPr>
            <w:tcW w:w="3534" w:type="dxa"/>
          </w:tcPr>
          <w:p w:rsidR="00A47C31" w:rsidRPr="002F4513" w:rsidRDefault="00A47C31" w:rsidP="000A19CD">
            <w:pPr>
              <w:jc w:val="both"/>
            </w:pPr>
            <w:r w:rsidRPr="002F4513">
              <w:rPr>
                <w:color w:val="000000"/>
                <w:lang w:eastAsia="en-US"/>
              </w:rPr>
              <w:t>Отраслевая статисти</w:t>
            </w:r>
            <w:r>
              <w:rPr>
                <w:color w:val="000000"/>
                <w:lang w:eastAsia="en-US"/>
              </w:rPr>
              <w:t xml:space="preserve">ческая отчетность (форма № 7-НК; </w:t>
            </w:r>
            <w:r w:rsidRPr="002F4513">
              <w:rPr>
                <w:color w:val="000000"/>
                <w:lang w:eastAsia="en-US"/>
              </w:rPr>
              <w:t>«Сведения об учрежд</w:t>
            </w:r>
            <w:r>
              <w:rPr>
                <w:color w:val="000000"/>
                <w:lang w:eastAsia="en-US"/>
              </w:rPr>
              <w:t xml:space="preserve">ении культурно-досугового типа»; </w:t>
            </w:r>
            <w:r w:rsidRPr="002F4513">
              <w:rPr>
                <w:color w:val="000000"/>
                <w:lang w:eastAsia="en-US"/>
              </w:rPr>
              <w:t>№ 8-НК «Сведения о деятельности музея»; № 9-НК «Сведения о деятельности театра</w:t>
            </w:r>
            <w:r>
              <w:rPr>
                <w:color w:val="000000"/>
                <w:lang w:eastAsia="en-US"/>
              </w:rPr>
              <w:t>)</w:t>
            </w:r>
          </w:p>
        </w:tc>
        <w:tc>
          <w:tcPr>
            <w:tcW w:w="992" w:type="dxa"/>
          </w:tcPr>
          <w:p w:rsidR="00A47C31" w:rsidRPr="00E757B4" w:rsidRDefault="00A47C31">
            <w:r>
              <w:t>208,39</w:t>
            </w:r>
          </w:p>
        </w:tc>
        <w:tc>
          <w:tcPr>
            <w:tcW w:w="992" w:type="dxa"/>
          </w:tcPr>
          <w:p w:rsidR="00A47C31" w:rsidRPr="00E757B4" w:rsidRDefault="00A47C31">
            <w:r>
              <w:t>210,62</w:t>
            </w:r>
          </w:p>
        </w:tc>
        <w:tc>
          <w:tcPr>
            <w:tcW w:w="992" w:type="dxa"/>
          </w:tcPr>
          <w:p w:rsidR="00A47C31" w:rsidRPr="00E757B4" w:rsidRDefault="00A47C31">
            <w:r>
              <w:t>211,43</w:t>
            </w:r>
          </w:p>
        </w:tc>
        <w:tc>
          <w:tcPr>
            <w:tcW w:w="992" w:type="dxa"/>
          </w:tcPr>
          <w:p w:rsidR="00A47C31" w:rsidRPr="00E757B4" w:rsidRDefault="00A47C31">
            <w:r>
              <w:t>212,72</w:t>
            </w:r>
          </w:p>
        </w:tc>
        <w:tc>
          <w:tcPr>
            <w:tcW w:w="993" w:type="dxa"/>
          </w:tcPr>
          <w:p w:rsidR="00A47C31" w:rsidRDefault="00A47C31" w:rsidP="00C26F56">
            <w:r>
              <w:t>213,16</w:t>
            </w:r>
          </w:p>
        </w:tc>
      </w:tr>
      <w:tr w:rsidR="00A47C31" w:rsidRPr="00E757B4" w:rsidTr="000A19CD">
        <w:trPr>
          <w:trHeight w:val="1655"/>
        </w:trPr>
        <w:tc>
          <w:tcPr>
            <w:tcW w:w="851" w:type="dxa"/>
          </w:tcPr>
          <w:p w:rsidR="00A47C31" w:rsidRPr="00E757B4" w:rsidRDefault="00A47C31" w:rsidP="00C26F56"/>
        </w:tc>
        <w:tc>
          <w:tcPr>
            <w:tcW w:w="2835" w:type="dxa"/>
          </w:tcPr>
          <w:p w:rsidR="00A47C31" w:rsidRPr="003E39AE" w:rsidRDefault="00A47C31" w:rsidP="00453140">
            <w:r>
              <w:t>К</w:t>
            </w:r>
            <w:r w:rsidRPr="003E39AE">
              <w:t>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1296" w:type="dxa"/>
          </w:tcPr>
          <w:p w:rsidR="00A47C31" w:rsidRDefault="00A47C31" w:rsidP="00410AAD">
            <w:pPr>
              <w:jc w:val="center"/>
            </w:pPr>
            <w:r>
              <w:t>экз.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0,05</w:t>
            </w:r>
          </w:p>
        </w:tc>
        <w:tc>
          <w:tcPr>
            <w:tcW w:w="3534" w:type="dxa"/>
          </w:tcPr>
          <w:p w:rsidR="00A47C31" w:rsidRPr="002F4513" w:rsidRDefault="00A47C31" w:rsidP="000A19CD">
            <w:pPr>
              <w:jc w:val="both"/>
              <w:rPr>
                <w:color w:val="000000"/>
                <w:lang w:eastAsia="en-US"/>
              </w:rPr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A47C31" w:rsidRDefault="00A47C31" w:rsidP="00976F19">
            <w:r>
              <w:t>17,3</w:t>
            </w:r>
          </w:p>
        </w:tc>
        <w:tc>
          <w:tcPr>
            <w:tcW w:w="992" w:type="dxa"/>
          </w:tcPr>
          <w:p w:rsidR="00A47C31" w:rsidRDefault="00A47C31" w:rsidP="00976F19">
            <w:r>
              <w:t>23,0</w:t>
            </w:r>
          </w:p>
        </w:tc>
        <w:tc>
          <w:tcPr>
            <w:tcW w:w="992" w:type="dxa"/>
          </w:tcPr>
          <w:p w:rsidR="00A47C31" w:rsidRDefault="00A47C31" w:rsidP="00976F19">
            <w:r>
              <w:t>23,4</w:t>
            </w:r>
          </w:p>
        </w:tc>
        <w:tc>
          <w:tcPr>
            <w:tcW w:w="992" w:type="dxa"/>
          </w:tcPr>
          <w:p w:rsidR="00A47C31" w:rsidRDefault="00A47C31" w:rsidP="00976F19">
            <w:r>
              <w:t>23,6</w:t>
            </w:r>
          </w:p>
        </w:tc>
        <w:tc>
          <w:tcPr>
            <w:tcW w:w="993" w:type="dxa"/>
          </w:tcPr>
          <w:p w:rsidR="00A47C31" w:rsidRDefault="00A47C31" w:rsidP="00C26F56">
            <w:r>
              <w:t>23,8</w:t>
            </w:r>
          </w:p>
        </w:tc>
      </w:tr>
      <w:tr w:rsidR="00A47C31" w:rsidRPr="00E757B4" w:rsidTr="000A19CD">
        <w:trPr>
          <w:trHeight w:val="851"/>
        </w:trPr>
        <w:tc>
          <w:tcPr>
            <w:tcW w:w="851" w:type="dxa"/>
          </w:tcPr>
          <w:p w:rsidR="00A47C31" w:rsidRPr="00E757B4" w:rsidRDefault="00A47C31" w:rsidP="00C26F56"/>
        </w:tc>
        <w:tc>
          <w:tcPr>
            <w:tcW w:w="2835" w:type="dxa"/>
          </w:tcPr>
          <w:p w:rsidR="00A47C31" w:rsidRPr="00474868" w:rsidRDefault="00A47C31" w:rsidP="00474868">
            <w:pPr>
              <w:spacing w:line="233" w:lineRule="auto"/>
              <w:rPr>
                <w:sz w:val="28"/>
                <w:szCs w:val="28"/>
              </w:rPr>
            </w:pPr>
            <w:r>
              <w:t>Д</w:t>
            </w:r>
            <w:r w:rsidRPr="00CE0F5A">
              <w:t>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296" w:type="dxa"/>
          </w:tcPr>
          <w:p w:rsidR="00A47C31" w:rsidRDefault="00A47C31" w:rsidP="00474868">
            <w:r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0,04</w:t>
            </w:r>
          </w:p>
        </w:tc>
        <w:tc>
          <w:tcPr>
            <w:tcW w:w="3534" w:type="dxa"/>
          </w:tcPr>
          <w:p w:rsidR="00A47C31" w:rsidRPr="00A03195" w:rsidRDefault="00A47C31" w:rsidP="002F4513">
            <w:pPr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A47C31" w:rsidRDefault="00A47C31" w:rsidP="00976F19">
            <w:r>
              <w:t>12,0</w:t>
            </w:r>
          </w:p>
        </w:tc>
        <w:tc>
          <w:tcPr>
            <w:tcW w:w="992" w:type="dxa"/>
          </w:tcPr>
          <w:p w:rsidR="00A47C31" w:rsidRDefault="00A47C31" w:rsidP="00976F19">
            <w:r>
              <w:t>44,0</w:t>
            </w:r>
          </w:p>
        </w:tc>
        <w:tc>
          <w:tcPr>
            <w:tcW w:w="992" w:type="dxa"/>
          </w:tcPr>
          <w:p w:rsidR="00A47C31" w:rsidRDefault="00A47C31" w:rsidP="00976F19">
            <w:r>
              <w:t>50,0</w:t>
            </w:r>
          </w:p>
        </w:tc>
        <w:tc>
          <w:tcPr>
            <w:tcW w:w="992" w:type="dxa"/>
          </w:tcPr>
          <w:p w:rsidR="00A47C31" w:rsidRDefault="00A47C31" w:rsidP="00976F19">
            <w:r>
              <w:t>70,0</w:t>
            </w:r>
          </w:p>
        </w:tc>
        <w:tc>
          <w:tcPr>
            <w:tcW w:w="993" w:type="dxa"/>
          </w:tcPr>
          <w:p w:rsidR="00A47C31" w:rsidRDefault="00A47C31" w:rsidP="00C26F56">
            <w:r>
              <w:t>96,0</w:t>
            </w:r>
          </w:p>
        </w:tc>
      </w:tr>
      <w:tr w:rsidR="00A47C31" w:rsidRPr="00E757B4" w:rsidTr="000A19CD">
        <w:trPr>
          <w:trHeight w:val="465"/>
        </w:trPr>
        <w:tc>
          <w:tcPr>
            <w:tcW w:w="851" w:type="dxa"/>
          </w:tcPr>
          <w:p w:rsidR="00A47C31" w:rsidRPr="00E757B4" w:rsidRDefault="00A47C31">
            <w:r w:rsidRPr="00E757B4">
              <w:t>1.1.</w:t>
            </w:r>
          </w:p>
        </w:tc>
        <w:tc>
          <w:tcPr>
            <w:tcW w:w="2835" w:type="dxa"/>
          </w:tcPr>
          <w:p w:rsidR="00A47C31" w:rsidRPr="00E757B4" w:rsidRDefault="00A47C31" w:rsidP="00453140">
            <w:pPr>
              <w:rPr>
                <w:b/>
              </w:rPr>
            </w:pPr>
            <w:r w:rsidRPr="00E757B4">
              <w:rPr>
                <w:b/>
              </w:rPr>
              <w:t>Задача</w:t>
            </w:r>
            <w:r>
              <w:rPr>
                <w:b/>
              </w:rPr>
              <w:t xml:space="preserve"> </w:t>
            </w:r>
            <w:r w:rsidRPr="00E757B4">
              <w:rPr>
                <w:b/>
              </w:rPr>
              <w:t>1</w:t>
            </w:r>
          </w:p>
          <w:p w:rsidR="00A47C31" w:rsidRPr="00E757B4" w:rsidRDefault="00A47C31" w:rsidP="00453140">
            <w:r w:rsidRPr="00E757B4">
              <w:t xml:space="preserve"> Сохранение и эффективное использование культурного наследия города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>
            <w:r w:rsidRPr="00E757B4">
              <w:t>1.1.1.</w:t>
            </w:r>
          </w:p>
        </w:tc>
        <w:tc>
          <w:tcPr>
            <w:tcW w:w="2835" w:type="dxa"/>
          </w:tcPr>
          <w:p w:rsidR="00A47C31" w:rsidRPr="00E757B4" w:rsidRDefault="00A47C31">
            <w:r w:rsidRPr="00E757B4">
              <w:rPr>
                <w:b/>
              </w:rPr>
              <w:t>Подпрограмма 1.1</w:t>
            </w:r>
            <w:r w:rsidRPr="00E757B4">
              <w:t xml:space="preserve"> «Культурное наследие»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2029"/>
        </w:trPr>
        <w:tc>
          <w:tcPr>
            <w:tcW w:w="851" w:type="dxa"/>
          </w:tcPr>
          <w:p w:rsidR="00A47C31" w:rsidRPr="00E757B4" w:rsidRDefault="00A47C31" w:rsidP="001D4B2C">
            <w:r w:rsidRPr="00E757B4">
              <w:object w:dxaOrig="7244" w:dyaOrig="29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9pt" o:ole="">
                  <v:imagedata r:id="rId6" o:title=""/>
                </v:shape>
                <o:OLEObject Type="Embed" ProgID="Excel.Sheet.12" ShapeID="_x0000_i1025" DrawAspect="Content" ObjectID="_1442298430" r:id="rId7"/>
              </w:object>
            </w:r>
          </w:p>
        </w:tc>
        <w:tc>
          <w:tcPr>
            <w:tcW w:w="2835" w:type="dxa"/>
          </w:tcPr>
          <w:p w:rsidR="00A47C31" w:rsidRPr="00E757B4" w:rsidRDefault="00A47C31" w:rsidP="001D4B2C">
            <w:r w:rsidRPr="00E757B4">
              <w:t>Среднее число книговыдач в расчете на 1 тыс.</w:t>
            </w:r>
            <w:r>
              <w:t xml:space="preserve"> населения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экз.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3</w:t>
            </w:r>
          </w:p>
        </w:tc>
        <w:tc>
          <w:tcPr>
            <w:tcW w:w="3534" w:type="dxa"/>
          </w:tcPr>
          <w:p w:rsidR="00A47C31" w:rsidRPr="00BD7CA2" w:rsidRDefault="00A47C31" w:rsidP="000A19CD">
            <w:pPr>
              <w:jc w:val="both"/>
              <w:rPr>
                <w:color w:val="000000"/>
              </w:rPr>
            </w:pPr>
            <w:r>
              <w:t>Расчетный показатель</w:t>
            </w:r>
            <w:r w:rsidRPr="00E757B4">
              <w:t xml:space="preserve">, на основании </w:t>
            </w:r>
            <w:r>
              <w:rPr>
                <w:color w:val="000000"/>
              </w:rPr>
              <w:t xml:space="preserve">отраслевой  статистической отчетности </w:t>
            </w:r>
            <w:r w:rsidRPr="00A03195">
              <w:rPr>
                <w:color w:val="000000"/>
              </w:rPr>
              <w:t xml:space="preserve">(форма </w:t>
            </w:r>
            <w:r>
              <w:rPr>
                <w:color w:val="000000"/>
              </w:rPr>
              <w:t>№ 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</w:t>
            </w:r>
            <w:r>
              <w:rPr>
                <w:color w:val="000000"/>
              </w:rPr>
              <w:t>ках системы Минкультуры России»)</w:t>
            </w:r>
          </w:p>
        </w:tc>
        <w:tc>
          <w:tcPr>
            <w:tcW w:w="992" w:type="dxa"/>
          </w:tcPr>
          <w:p w:rsidR="00A47C31" w:rsidRPr="00E757B4" w:rsidRDefault="00A47C31" w:rsidP="001D4B2C">
            <w:r w:rsidRPr="00E757B4">
              <w:t>104</w:t>
            </w:r>
            <w:r>
              <w:t>27</w:t>
            </w:r>
          </w:p>
        </w:tc>
        <w:tc>
          <w:tcPr>
            <w:tcW w:w="992" w:type="dxa"/>
          </w:tcPr>
          <w:p w:rsidR="00A47C31" w:rsidRPr="00E757B4" w:rsidRDefault="00A47C31" w:rsidP="001D4B2C">
            <w:r w:rsidRPr="00E757B4">
              <w:t>108</w:t>
            </w:r>
            <w:r>
              <w:t>87</w:t>
            </w:r>
          </w:p>
        </w:tc>
        <w:tc>
          <w:tcPr>
            <w:tcW w:w="992" w:type="dxa"/>
          </w:tcPr>
          <w:p w:rsidR="00A47C31" w:rsidRPr="00E757B4" w:rsidRDefault="00A47C31" w:rsidP="001D4B2C">
            <w:r w:rsidRPr="00E757B4">
              <w:t>10</w:t>
            </w:r>
            <w:r>
              <w:t>889</w:t>
            </w:r>
          </w:p>
        </w:tc>
        <w:tc>
          <w:tcPr>
            <w:tcW w:w="992" w:type="dxa"/>
          </w:tcPr>
          <w:p w:rsidR="00A47C31" w:rsidRPr="00E757B4" w:rsidRDefault="00A47C31" w:rsidP="001D4B2C">
            <w:r>
              <w:t>10890</w:t>
            </w:r>
          </w:p>
        </w:tc>
        <w:tc>
          <w:tcPr>
            <w:tcW w:w="993" w:type="dxa"/>
          </w:tcPr>
          <w:p w:rsidR="00A47C31" w:rsidRPr="00E757B4" w:rsidRDefault="00A47C31" w:rsidP="001D4B2C">
            <w:r>
              <w:t>10893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15621A" w:rsidRDefault="00A47C31"/>
        </w:tc>
        <w:tc>
          <w:tcPr>
            <w:tcW w:w="2835" w:type="dxa"/>
          </w:tcPr>
          <w:p w:rsidR="00A47C31" w:rsidRPr="00E757B4" w:rsidRDefault="00A47C31" w:rsidP="00FA7E4E">
            <w:r w:rsidRPr="00E757B4">
              <w:t>Доля представленных (во всех формах) музейных предметов от общего количества предметов основного фонда музея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</w:t>
            </w:r>
            <w:r w:rsidRPr="00E757B4">
              <w:t>0,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18,4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19,5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19,5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19,5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19,5</w:t>
            </w:r>
          </w:p>
        </w:tc>
      </w:tr>
      <w:tr w:rsidR="00A47C31" w:rsidRPr="00E757B4" w:rsidTr="000A19CD">
        <w:trPr>
          <w:trHeight w:val="1372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Увеличение посещаемости музейных учреждений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п</w:t>
            </w:r>
            <w:r w:rsidRPr="00E757B4">
              <w:t>осещений на 1 жителя в год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</w:t>
            </w:r>
            <w:r w:rsidRPr="00E757B4">
              <w:t>0,</w:t>
            </w:r>
            <w:r>
              <w:t>3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0,32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0,32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0,32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0,32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0,33</w:t>
            </w:r>
          </w:p>
        </w:tc>
      </w:tr>
      <w:tr w:rsidR="00A47C31" w:rsidRPr="00E757B4" w:rsidTr="000A19CD">
        <w:trPr>
          <w:trHeight w:val="1097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 w:rsidP="00ED6B28">
            <w:r>
              <w:t xml:space="preserve">Количество посетителей муниципальных библиотек на 1 тыс.населения </w:t>
            </w:r>
          </w:p>
        </w:tc>
        <w:tc>
          <w:tcPr>
            <w:tcW w:w="1296" w:type="dxa"/>
          </w:tcPr>
          <w:p w:rsidR="00A47C31" w:rsidRDefault="00A47C31" w:rsidP="00410AAD">
            <w:pPr>
              <w:jc w:val="center"/>
            </w:pPr>
            <w:r>
              <w:t>чел.</w:t>
            </w:r>
          </w:p>
        </w:tc>
        <w:tc>
          <w:tcPr>
            <w:tcW w:w="1549" w:type="dxa"/>
          </w:tcPr>
          <w:p w:rsidR="00A47C31" w:rsidRDefault="00A47C31" w:rsidP="00410AAD">
            <w:pPr>
              <w:jc w:val="center"/>
            </w:pPr>
            <w:r>
              <w:t>0,02</w:t>
            </w:r>
          </w:p>
        </w:tc>
        <w:tc>
          <w:tcPr>
            <w:tcW w:w="3534" w:type="dxa"/>
          </w:tcPr>
          <w:p w:rsidR="00A47C31" w:rsidRDefault="00A47C31" w:rsidP="000A19CD">
            <w:pPr>
              <w:jc w:val="both"/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A47C31" w:rsidRPr="00E757B4" w:rsidRDefault="00A47C31" w:rsidP="00ED6B28">
            <w:r>
              <w:t>2806</w:t>
            </w:r>
          </w:p>
        </w:tc>
        <w:tc>
          <w:tcPr>
            <w:tcW w:w="992" w:type="dxa"/>
          </w:tcPr>
          <w:p w:rsidR="00A47C31" w:rsidRPr="00E757B4" w:rsidRDefault="00A47C31" w:rsidP="00ED6B28">
            <w:r>
              <w:t>3009</w:t>
            </w:r>
          </w:p>
        </w:tc>
        <w:tc>
          <w:tcPr>
            <w:tcW w:w="992" w:type="dxa"/>
          </w:tcPr>
          <w:p w:rsidR="00A47C31" w:rsidRPr="00E757B4" w:rsidRDefault="00A47C31" w:rsidP="00ED6B28">
            <w:r>
              <w:t>3010</w:t>
            </w:r>
          </w:p>
        </w:tc>
        <w:tc>
          <w:tcPr>
            <w:tcW w:w="992" w:type="dxa"/>
          </w:tcPr>
          <w:p w:rsidR="00A47C31" w:rsidRPr="00E757B4" w:rsidRDefault="00A47C31" w:rsidP="00ED6B28">
            <w:r>
              <w:t>3014</w:t>
            </w:r>
          </w:p>
        </w:tc>
        <w:tc>
          <w:tcPr>
            <w:tcW w:w="993" w:type="dxa"/>
          </w:tcPr>
          <w:p w:rsidR="00A47C31" w:rsidRPr="00E757B4" w:rsidRDefault="00A47C31" w:rsidP="00ED6B28">
            <w:r>
              <w:t>3016</w:t>
            </w:r>
          </w:p>
        </w:tc>
      </w:tr>
      <w:tr w:rsidR="00A47C31" w:rsidRPr="00E757B4" w:rsidTr="000A19CD">
        <w:trPr>
          <w:trHeight w:val="1354"/>
        </w:trPr>
        <w:tc>
          <w:tcPr>
            <w:tcW w:w="851" w:type="dxa"/>
          </w:tcPr>
          <w:p w:rsidR="00A47C31" w:rsidRPr="00E757B4" w:rsidRDefault="00A47C31" w:rsidP="00C75092">
            <w:r w:rsidRPr="00E757B4">
              <w:t>1.1.</w:t>
            </w:r>
            <w:r>
              <w:t>2</w:t>
            </w:r>
          </w:p>
        </w:tc>
        <w:tc>
          <w:tcPr>
            <w:tcW w:w="2835" w:type="dxa"/>
          </w:tcPr>
          <w:p w:rsidR="00A47C31" w:rsidRPr="00176EA5" w:rsidRDefault="00A47C31" w:rsidP="00176EA5">
            <w:r w:rsidRPr="00176EA5">
              <w:rPr>
                <w:b/>
              </w:rPr>
              <w:t>Подпрограмма</w:t>
            </w:r>
            <w:r>
              <w:rPr>
                <w:b/>
              </w:rPr>
              <w:t xml:space="preserve"> 2.1</w:t>
            </w:r>
            <w:r>
              <w:t xml:space="preserve"> «Развитие архивного дела в городе Шарыпово»</w:t>
            </w:r>
          </w:p>
        </w:tc>
        <w:tc>
          <w:tcPr>
            <w:tcW w:w="1296" w:type="dxa"/>
          </w:tcPr>
          <w:p w:rsidR="00A47C31" w:rsidRPr="00E757B4" w:rsidRDefault="00A47C31" w:rsidP="00474868">
            <w:r>
              <w:t>чел.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 w:rsidP="00474868"/>
        </w:tc>
        <w:tc>
          <w:tcPr>
            <w:tcW w:w="992" w:type="dxa"/>
          </w:tcPr>
          <w:p w:rsidR="00A47C31" w:rsidRPr="00E757B4" w:rsidRDefault="00A47C31" w:rsidP="00C75092"/>
        </w:tc>
        <w:tc>
          <w:tcPr>
            <w:tcW w:w="992" w:type="dxa"/>
          </w:tcPr>
          <w:p w:rsidR="00A47C31" w:rsidRPr="00E757B4" w:rsidRDefault="00A47C31" w:rsidP="00C75092"/>
        </w:tc>
        <w:tc>
          <w:tcPr>
            <w:tcW w:w="992" w:type="dxa"/>
          </w:tcPr>
          <w:p w:rsidR="00A47C31" w:rsidRPr="00E757B4" w:rsidRDefault="00A47C31" w:rsidP="00C75092"/>
        </w:tc>
        <w:tc>
          <w:tcPr>
            <w:tcW w:w="992" w:type="dxa"/>
          </w:tcPr>
          <w:p w:rsidR="00A47C31" w:rsidRPr="00E757B4" w:rsidRDefault="00A47C31" w:rsidP="00C75092"/>
        </w:tc>
        <w:tc>
          <w:tcPr>
            <w:tcW w:w="993" w:type="dxa"/>
          </w:tcPr>
          <w:p w:rsidR="00A47C31" w:rsidRPr="00E757B4" w:rsidRDefault="00A47C31" w:rsidP="00C75092"/>
        </w:tc>
      </w:tr>
      <w:tr w:rsidR="00A47C31" w:rsidRPr="00E757B4" w:rsidTr="000A19CD">
        <w:trPr>
          <w:trHeight w:val="1505"/>
        </w:trPr>
        <w:tc>
          <w:tcPr>
            <w:tcW w:w="851" w:type="dxa"/>
          </w:tcPr>
          <w:p w:rsidR="00A47C31" w:rsidRPr="00E757B4" w:rsidRDefault="00A47C31" w:rsidP="00C75092"/>
        </w:tc>
        <w:tc>
          <w:tcPr>
            <w:tcW w:w="2835" w:type="dxa"/>
          </w:tcPr>
          <w:p w:rsidR="00A47C31" w:rsidRPr="00176EA5" w:rsidRDefault="00A47C31" w:rsidP="00176EA5">
            <w:r w:rsidRPr="00176EA5">
              <w:t>Доля архивных документов муниципального архива, хранящихся в нормативных услови</w:t>
            </w:r>
            <w:r>
              <w:t>ях</w:t>
            </w:r>
          </w:p>
        </w:tc>
        <w:tc>
          <w:tcPr>
            <w:tcW w:w="1296" w:type="dxa"/>
          </w:tcPr>
          <w:p w:rsidR="00A47C31" w:rsidRPr="00E757B4" w:rsidRDefault="00A47C31" w:rsidP="00474868">
            <w:r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00,2</w:t>
            </w:r>
          </w:p>
        </w:tc>
        <w:tc>
          <w:tcPr>
            <w:tcW w:w="3534" w:type="dxa"/>
          </w:tcPr>
          <w:p w:rsidR="00A47C31" w:rsidRPr="00E757B4" w:rsidRDefault="00A47C31" w:rsidP="00474868"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 w:rsidP="00C75092">
            <w:r>
              <w:t>30,0</w:t>
            </w:r>
          </w:p>
        </w:tc>
        <w:tc>
          <w:tcPr>
            <w:tcW w:w="992" w:type="dxa"/>
          </w:tcPr>
          <w:p w:rsidR="00A47C31" w:rsidRPr="00E757B4" w:rsidRDefault="00A47C31" w:rsidP="00C75092">
            <w:r>
              <w:t>36,0</w:t>
            </w:r>
          </w:p>
        </w:tc>
        <w:tc>
          <w:tcPr>
            <w:tcW w:w="992" w:type="dxa"/>
          </w:tcPr>
          <w:p w:rsidR="00A47C31" w:rsidRPr="00E757B4" w:rsidRDefault="00A47C31" w:rsidP="00C75092">
            <w:r>
              <w:t>50,0</w:t>
            </w:r>
          </w:p>
        </w:tc>
        <w:tc>
          <w:tcPr>
            <w:tcW w:w="992" w:type="dxa"/>
          </w:tcPr>
          <w:p w:rsidR="00A47C31" w:rsidRPr="00E757B4" w:rsidRDefault="00A47C31" w:rsidP="00C75092">
            <w:r>
              <w:t>70,0</w:t>
            </w:r>
          </w:p>
        </w:tc>
        <w:tc>
          <w:tcPr>
            <w:tcW w:w="993" w:type="dxa"/>
          </w:tcPr>
          <w:p w:rsidR="00A47C31" w:rsidRPr="00E757B4" w:rsidRDefault="00A47C31" w:rsidP="00C75092">
            <w:r>
              <w:t>90,0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Default="00A47C31">
            <w:r w:rsidRPr="00E757B4">
              <w:rPr>
                <w:b/>
              </w:rPr>
              <w:t>Задача 2</w:t>
            </w:r>
            <w:r w:rsidRPr="00E757B4">
              <w:t xml:space="preserve"> </w:t>
            </w:r>
          </w:p>
          <w:p w:rsidR="00A47C31" w:rsidRPr="00E757B4" w:rsidRDefault="00A47C31">
            <w:r w:rsidRPr="00E757B4">
              <w:t>Обеспечение доступа населения  к культурным благам и участию в культурной жизни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>
            <w:r>
              <w:t>1.1.3</w:t>
            </w:r>
          </w:p>
        </w:tc>
        <w:tc>
          <w:tcPr>
            <w:tcW w:w="2835" w:type="dxa"/>
          </w:tcPr>
          <w:p w:rsidR="00A47C31" w:rsidRPr="00E757B4" w:rsidRDefault="00A47C31">
            <w:r>
              <w:rPr>
                <w:b/>
              </w:rPr>
              <w:t>Подпрограмма 3</w:t>
            </w:r>
            <w:r w:rsidRPr="00E757B4">
              <w:rPr>
                <w:b/>
              </w:rPr>
              <w:t>.1</w:t>
            </w:r>
            <w:r w:rsidRPr="00E757B4">
              <w:t xml:space="preserve"> «Искусство и народное творчество» 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Среднее число зрителей на мероприятиях театра в расчете на 1тыс. населения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ч</w:t>
            </w:r>
            <w:r w:rsidRPr="00E757B4">
              <w:t>ел</w:t>
            </w:r>
            <w:r>
              <w:t>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Расчетный показатель</w:t>
            </w:r>
            <w:r w:rsidRPr="00E757B4">
              <w:t xml:space="preserve">, на основании </w:t>
            </w:r>
            <w:r>
              <w:t>отраслевой статистической отчетности (форма 9-НК «Сведения о деятельности театра»)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245,18</w:t>
            </w:r>
          </w:p>
        </w:tc>
        <w:tc>
          <w:tcPr>
            <w:tcW w:w="992" w:type="dxa"/>
          </w:tcPr>
          <w:p w:rsidR="00A47C31" w:rsidRPr="00E757B4" w:rsidRDefault="00A47C31">
            <w:r>
              <w:t>251</w:t>
            </w:r>
            <w:r w:rsidRPr="00E757B4">
              <w:t>,</w:t>
            </w:r>
            <w:r>
              <w:t>94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251,20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251,20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251,20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Количество новых постановок театра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ед.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9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9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9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9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10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чел.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A47C31" w:rsidRPr="00E757B4" w:rsidRDefault="00A47C31">
            <w:r>
              <w:t>1518</w:t>
            </w:r>
          </w:p>
        </w:tc>
        <w:tc>
          <w:tcPr>
            <w:tcW w:w="992" w:type="dxa"/>
          </w:tcPr>
          <w:p w:rsidR="00A47C31" w:rsidRPr="00E757B4" w:rsidRDefault="00A47C31">
            <w:r>
              <w:t>1534</w:t>
            </w:r>
          </w:p>
        </w:tc>
        <w:tc>
          <w:tcPr>
            <w:tcW w:w="992" w:type="dxa"/>
          </w:tcPr>
          <w:p w:rsidR="00A47C31" w:rsidRPr="00E757B4" w:rsidRDefault="00A47C31">
            <w:r>
              <w:t>1540</w:t>
            </w:r>
          </w:p>
        </w:tc>
        <w:tc>
          <w:tcPr>
            <w:tcW w:w="992" w:type="dxa"/>
          </w:tcPr>
          <w:p w:rsidR="00A47C31" w:rsidRPr="00E757B4" w:rsidRDefault="00A47C31">
            <w:r>
              <w:t>1549</w:t>
            </w:r>
          </w:p>
        </w:tc>
        <w:tc>
          <w:tcPr>
            <w:tcW w:w="993" w:type="dxa"/>
          </w:tcPr>
          <w:p w:rsidR="00A47C31" w:rsidRPr="00E757B4" w:rsidRDefault="00A47C31">
            <w:r>
              <w:t>1552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Число клубных формирований на 1тыс.</w:t>
            </w:r>
            <w:r>
              <w:t xml:space="preserve"> </w:t>
            </w:r>
            <w:r w:rsidRPr="00E757B4">
              <w:t>жителей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ед.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1,7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1,7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Число участников клубных формирований на 1тыс.</w:t>
            </w:r>
            <w:r>
              <w:t xml:space="preserve"> </w:t>
            </w:r>
            <w:r w:rsidRPr="00E757B4">
              <w:t>жителей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чел.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55,7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55,7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тыс. чел.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3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Расчетный показатель</w:t>
            </w:r>
            <w:r w:rsidRPr="00E757B4">
              <w:t xml:space="preserve">, на </w:t>
            </w:r>
            <w:r>
              <w:t>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A47C31" w:rsidRPr="00E757B4" w:rsidRDefault="00A47C31">
            <w:r>
              <w:t>1,5</w:t>
            </w:r>
          </w:p>
        </w:tc>
        <w:tc>
          <w:tcPr>
            <w:tcW w:w="992" w:type="dxa"/>
          </w:tcPr>
          <w:p w:rsidR="00A47C31" w:rsidRPr="00E757B4" w:rsidRDefault="00A47C31">
            <w:r>
              <w:t>1,5</w:t>
            </w:r>
          </w:p>
        </w:tc>
        <w:tc>
          <w:tcPr>
            <w:tcW w:w="992" w:type="dxa"/>
          </w:tcPr>
          <w:p w:rsidR="00A47C31" w:rsidRPr="00E757B4" w:rsidRDefault="00A47C31">
            <w:r>
              <w:t>1,5</w:t>
            </w:r>
          </w:p>
        </w:tc>
        <w:tc>
          <w:tcPr>
            <w:tcW w:w="992" w:type="dxa"/>
          </w:tcPr>
          <w:p w:rsidR="00A47C31" w:rsidRPr="00E757B4" w:rsidRDefault="00A47C31">
            <w:r>
              <w:t>1,5</w:t>
            </w:r>
          </w:p>
        </w:tc>
        <w:tc>
          <w:tcPr>
            <w:tcW w:w="993" w:type="dxa"/>
          </w:tcPr>
          <w:p w:rsidR="00A47C31" w:rsidRPr="00E757B4" w:rsidRDefault="00A47C31">
            <w:r>
              <w:t>1,5</w:t>
            </w:r>
          </w:p>
        </w:tc>
      </w:tr>
      <w:tr w:rsidR="00A47C31" w:rsidRPr="00E757B4" w:rsidTr="000A19CD">
        <w:trPr>
          <w:trHeight w:val="142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 w:rsidP="00CC5B7D">
            <w:r w:rsidRPr="00E757B4">
              <w:t>Минимальное число грантов на реализацию социокультурных проектов в области культуры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е</w:t>
            </w:r>
            <w:r w:rsidRPr="00E757B4">
              <w:t>диниц в год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0,03</w:t>
            </w:r>
          </w:p>
        </w:tc>
        <w:tc>
          <w:tcPr>
            <w:tcW w:w="3534" w:type="dxa"/>
          </w:tcPr>
          <w:p w:rsidR="00A47C31" w:rsidRPr="00E757B4" w:rsidRDefault="00A47C31">
            <w:r>
              <w:t>Ведомственная отчетность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3</w:t>
            </w:r>
          </w:p>
        </w:tc>
      </w:tr>
      <w:tr w:rsidR="00A47C31" w:rsidRPr="00E757B4" w:rsidTr="000A19CD">
        <w:trPr>
          <w:trHeight w:val="1044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 w:rsidP="00CC5B7D">
            <w:r>
              <w:t>Увеличение численности участников культурно-досуговых мероприятий</w:t>
            </w:r>
          </w:p>
        </w:tc>
        <w:tc>
          <w:tcPr>
            <w:tcW w:w="1296" w:type="dxa"/>
          </w:tcPr>
          <w:p w:rsidR="00A47C31" w:rsidRDefault="00A47C31" w:rsidP="006B1312">
            <w:r>
              <w:t>по сравнению с предыдущим годом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0,03</w:t>
            </w:r>
          </w:p>
        </w:tc>
        <w:tc>
          <w:tcPr>
            <w:tcW w:w="3534" w:type="dxa"/>
          </w:tcPr>
          <w:p w:rsidR="00A47C31" w:rsidRDefault="00A47C31" w:rsidP="000A19CD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 w:rsidP="00366353">
            <w:r>
              <w:t>1,08</w:t>
            </w:r>
          </w:p>
        </w:tc>
        <w:tc>
          <w:tcPr>
            <w:tcW w:w="992" w:type="dxa"/>
          </w:tcPr>
          <w:p w:rsidR="00A47C31" w:rsidRPr="00E757B4" w:rsidRDefault="00A47C31" w:rsidP="00366353">
            <w:r>
              <w:t>0,88</w:t>
            </w:r>
          </w:p>
        </w:tc>
        <w:tc>
          <w:tcPr>
            <w:tcW w:w="992" w:type="dxa"/>
          </w:tcPr>
          <w:p w:rsidR="00A47C31" w:rsidRPr="00E757B4" w:rsidRDefault="00A47C31" w:rsidP="00366353">
            <w:r>
              <w:t>0,68</w:t>
            </w:r>
          </w:p>
        </w:tc>
        <w:tc>
          <w:tcPr>
            <w:tcW w:w="992" w:type="dxa"/>
          </w:tcPr>
          <w:p w:rsidR="00A47C31" w:rsidRPr="00E757B4" w:rsidRDefault="00A47C31" w:rsidP="00366353">
            <w:r>
              <w:t>0,67</w:t>
            </w:r>
          </w:p>
        </w:tc>
        <w:tc>
          <w:tcPr>
            <w:tcW w:w="993" w:type="dxa"/>
          </w:tcPr>
          <w:p w:rsidR="00A47C31" w:rsidRPr="00E757B4" w:rsidRDefault="00A47C31" w:rsidP="00366353">
            <w:r>
              <w:t>0,21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 w:rsidP="00D847CA">
            <w:pPr>
              <w:rPr>
                <w:b/>
              </w:rPr>
            </w:pPr>
            <w:r w:rsidRPr="00E757B4">
              <w:rPr>
                <w:b/>
              </w:rPr>
              <w:t>Задача</w:t>
            </w:r>
            <w:r>
              <w:rPr>
                <w:b/>
              </w:rPr>
              <w:t xml:space="preserve"> </w:t>
            </w:r>
            <w:r w:rsidRPr="00E757B4">
              <w:rPr>
                <w:b/>
              </w:rPr>
              <w:t xml:space="preserve">3 </w:t>
            </w:r>
          </w:p>
          <w:p w:rsidR="00A47C31" w:rsidRPr="00E757B4" w:rsidRDefault="00A47C31" w:rsidP="00D847CA">
            <w:r w:rsidRPr="00E757B4">
              <w:t xml:space="preserve">Создание условий для устойчивого развития отрасли «культура» в городе 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</w:p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>
            <w:r>
              <w:t>1.1.4</w:t>
            </w:r>
          </w:p>
        </w:tc>
        <w:tc>
          <w:tcPr>
            <w:tcW w:w="2835" w:type="dxa"/>
          </w:tcPr>
          <w:p w:rsidR="00A47C31" w:rsidRPr="00E757B4" w:rsidRDefault="00A47C31">
            <w:r w:rsidRPr="00E757B4">
              <w:rPr>
                <w:b/>
              </w:rPr>
              <w:t>Подпрограмма</w:t>
            </w:r>
            <w:r>
              <w:rPr>
                <w:b/>
              </w:rPr>
              <w:t xml:space="preserve"> 4</w:t>
            </w:r>
            <w:r w:rsidRPr="00E757B4">
              <w:rPr>
                <w:b/>
              </w:rPr>
              <w:t>.1</w:t>
            </w:r>
            <w:r w:rsidRPr="00E757B4">
              <w:t xml:space="preserve"> «Обеспечение условий реализации программы и прочие мероприятия»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</w:p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/>
        </w:tc>
        <w:tc>
          <w:tcPr>
            <w:tcW w:w="993" w:type="dxa"/>
          </w:tcPr>
          <w:p w:rsidR="00A47C31" w:rsidRPr="00E757B4" w:rsidRDefault="00A47C31"/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20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20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человек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  <w:r>
              <w:t>1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</w:t>
            </w:r>
            <w:r>
              <w:t>2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 w:rsidP="003F0490">
            <w:r>
              <w:t xml:space="preserve"> Увеличение доли </w:t>
            </w:r>
            <w:r w:rsidRPr="00E757B4">
              <w:t xml:space="preserve">музеев, имеющих сайт в сети Интернет   в общем количестве музеев 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>
            <w:r>
              <w:t>Расчетный показатель, на основе</w:t>
            </w:r>
            <w:r w:rsidRPr="00E757B4">
              <w:t xml:space="preserve"> 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100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100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100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Доля театров, имеющих сайт в сети Интернет, в общем количестве театров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>
              <w:t xml:space="preserve">Расчетный показатель , на основе </w:t>
            </w:r>
            <w:r w:rsidRPr="00E757B4">
              <w:t>ведомственной отчетности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100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100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100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100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>
              <w:t xml:space="preserve">Увеличение доли </w:t>
            </w:r>
            <w:r w:rsidRPr="00E757B4">
              <w:t xml:space="preserve">публичных библиотек. Подключенных к сети Интернет, в общем количестве библиотек 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55,6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55,6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66,6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77,0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88,8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тыс.ед.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jc w:val="both"/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 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  <w:r>
              <w:t>,</w:t>
            </w:r>
            <w:r w:rsidRPr="00E757B4">
              <w:t>7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6</w:t>
            </w:r>
            <w:r>
              <w:t>,5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7</w:t>
            </w:r>
            <w:r>
              <w:t>,0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7</w:t>
            </w:r>
            <w:r>
              <w:t>,</w:t>
            </w:r>
            <w:r w:rsidRPr="00E757B4">
              <w:t>2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7</w:t>
            </w:r>
            <w:r>
              <w:t>,</w:t>
            </w:r>
            <w:r w:rsidRPr="00E757B4">
              <w:t>3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r w:rsidRPr="00E757B4"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ч</w:t>
            </w:r>
            <w:r w:rsidRPr="00E757B4">
              <w:t>ел</w:t>
            </w:r>
            <w:r>
              <w:t>.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3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3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>воевременность представления уточненного фрагмента реестра расходных обязательств главного распорядителя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A47C31" w:rsidRPr="00E757B4" w:rsidRDefault="00A47C31"/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E757B4">
              <w:rPr>
                <w:color w:val="000000"/>
              </w:rPr>
              <w:t>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A47C31" w:rsidRPr="00E757B4" w:rsidRDefault="00A47C31">
            <w:r w:rsidRPr="00E757B4">
              <w:t>Годовая бухгалтерская отчетность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 w:rsidP="00BC403A"/>
        </w:tc>
        <w:tc>
          <w:tcPr>
            <w:tcW w:w="2835" w:type="dxa"/>
          </w:tcPr>
          <w:p w:rsidR="00A47C31" w:rsidRPr="00E757B4" w:rsidRDefault="00A47C3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>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A47C31" w:rsidRPr="00E757B4" w:rsidRDefault="00A47C31" w:rsidP="000A19CD">
            <w:pPr>
              <w:tabs>
                <w:tab w:val="left" w:pos="3293"/>
              </w:tabs>
              <w:ind w:right="135"/>
              <w:jc w:val="both"/>
            </w:pPr>
            <w:r w:rsidRPr="00E757B4">
              <w:t xml:space="preserve"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</w:t>
            </w:r>
            <w:r>
              <w:t xml:space="preserve"> </w:t>
            </w:r>
            <w:r w:rsidRPr="00E757B4">
              <w:t>учрежде</w:t>
            </w:r>
            <w:r>
              <w:t>н</w:t>
            </w:r>
            <w:r w:rsidRPr="00E757B4">
              <w:t>ий»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E757B4" w:rsidRDefault="00A47C3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>облюдение сроков представления главным распорядителем  годовой бюджетной отчетности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A47C31" w:rsidRPr="00E757B4" w:rsidRDefault="00A47C31">
            <w:r w:rsidRPr="00E757B4">
              <w:t>Приказ финансового управления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2" w:type="dxa"/>
          </w:tcPr>
          <w:p w:rsidR="00A47C31" w:rsidRPr="00E757B4" w:rsidRDefault="00A47C31">
            <w:r w:rsidRPr="00E757B4">
              <w:t>5</w:t>
            </w:r>
          </w:p>
        </w:tc>
        <w:tc>
          <w:tcPr>
            <w:tcW w:w="993" w:type="dxa"/>
          </w:tcPr>
          <w:p w:rsidR="00A47C31" w:rsidRPr="00E757B4" w:rsidRDefault="00A47C31">
            <w:r w:rsidRPr="00E757B4">
              <w:t>5</w:t>
            </w:r>
          </w:p>
        </w:tc>
      </w:tr>
      <w:tr w:rsidR="00A47C31" w:rsidRPr="00E757B4" w:rsidTr="000A19CD">
        <w:trPr>
          <w:trHeight w:val="503"/>
        </w:trPr>
        <w:tc>
          <w:tcPr>
            <w:tcW w:w="851" w:type="dxa"/>
          </w:tcPr>
          <w:p w:rsidR="00A47C31" w:rsidRPr="00E757B4" w:rsidRDefault="00A47C31"/>
        </w:tc>
        <w:tc>
          <w:tcPr>
            <w:tcW w:w="2835" w:type="dxa"/>
          </w:tcPr>
          <w:p w:rsidR="00A47C31" w:rsidRPr="00136FD2" w:rsidRDefault="00A47C31">
            <w:pPr>
              <w:rPr>
                <w:color w:val="000000"/>
              </w:rPr>
            </w:pPr>
            <w:r w:rsidRPr="00136FD2">
              <w:rPr>
                <w:color w:val="000000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1296" w:type="dxa"/>
          </w:tcPr>
          <w:p w:rsidR="00A47C31" w:rsidRPr="00E757B4" w:rsidRDefault="00A47C31" w:rsidP="00410AAD">
            <w:pPr>
              <w:jc w:val="center"/>
            </w:pPr>
            <w:r>
              <w:t>баллы</w:t>
            </w:r>
          </w:p>
        </w:tc>
        <w:tc>
          <w:tcPr>
            <w:tcW w:w="1549" w:type="dxa"/>
          </w:tcPr>
          <w:p w:rsidR="00A47C31" w:rsidRPr="00E757B4" w:rsidRDefault="00A47C31" w:rsidP="00410AAD">
            <w:pPr>
              <w:jc w:val="center"/>
            </w:pPr>
            <w:r>
              <w:t>0,02</w:t>
            </w:r>
          </w:p>
        </w:tc>
        <w:tc>
          <w:tcPr>
            <w:tcW w:w="3534" w:type="dxa"/>
          </w:tcPr>
          <w:p w:rsidR="00A47C31" w:rsidRPr="00E757B4" w:rsidRDefault="00A47C31">
            <w:r>
              <w:t>Нормативные правовые акты</w:t>
            </w:r>
          </w:p>
        </w:tc>
        <w:tc>
          <w:tcPr>
            <w:tcW w:w="992" w:type="dxa"/>
          </w:tcPr>
          <w:p w:rsidR="00A47C31" w:rsidRPr="00E757B4" w:rsidRDefault="00A47C31">
            <w:r>
              <w:t>5</w:t>
            </w:r>
          </w:p>
        </w:tc>
        <w:tc>
          <w:tcPr>
            <w:tcW w:w="992" w:type="dxa"/>
          </w:tcPr>
          <w:p w:rsidR="00A47C31" w:rsidRPr="00E757B4" w:rsidRDefault="00A47C31">
            <w:r>
              <w:t>5</w:t>
            </w:r>
          </w:p>
        </w:tc>
        <w:tc>
          <w:tcPr>
            <w:tcW w:w="992" w:type="dxa"/>
          </w:tcPr>
          <w:p w:rsidR="00A47C31" w:rsidRPr="00E757B4" w:rsidRDefault="00A47C31">
            <w:r>
              <w:t>5</w:t>
            </w:r>
          </w:p>
        </w:tc>
        <w:tc>
          <w:tcPr>
            <w:tcW w:w="992" w:type="dxa"/>
          </w:tcPr>
          <w:p w:rsidR="00A47C31" w:rsidRPr="00E757B4" w:rsidRDefault="00A47C31">
            <w:r>
              <w:t>5</w:t>
            </w:r>
          </w:p>
        </w:tc>
        <w:tc>
          <w:tcPr>
            <w:tcW w:w="993" w:type="dxa"/>
          </w:tcPr>
          <w:p w:rsidR="00A47C31" w:rsidRPr="00E757B4" w:rsidRDefault="00A47C31">
            <w:r>
              <w:t>5</w:t>
            </w:r>
          </w:p>
        </w:tc>
      </w:tr>
    </w:tbl>
    <w:p w:rsidR="00A47C31" w:rsidRDefault="00A47C31"/>
    <w:p w:rsidR="00A47C31" w:rsidRDefault="00A47C31"/>
    <w:p w:rsidR="00A47C31" w:rsidRPr="00E757B4" w:rsidRDefault="00A47C31"/>
    <w:p w:rsidR="00A47C31" w:rsidRDefault="00A47C31">
      <w:r w:rsidRPr="00E757B4">
        <w:t xml:space="preserve">Начальник Отдела культуры </w:t>
      </w:r>
    </w:p>
    <w:p w:rsidR="00A47C31" w:rsidRPr="00E757B4" w:rsidRDefault="00A47C31">
      <w:r w:rsidRPr="00E757B4">
        <w:t>Адм</w:t>
      </w:r>
      <w:r>
        <w:t xml:space="preserve">инистрации города Шарыпово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E757B4">
        <w:t>Ю.В.Рудь</w:t>
      </w:r>
    </w:p>
    <w:sectPr w:rsidR="00A47C31" w:rsidRPr="00E757B4" w:rsidSect="000A19CD">
      <w:footerReference w:type="even" r:id="rId8"/>
      <w:footerReference w:type="default" r:id="rId9"/>
      <w:pgSz w:w="16838" w:h="11906" w:orient="landscape" w:code="9"/>
      <w:pgMar w:top="1438" w:right="998" w:bottom="161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C31" w:rsidRDefault="00A47C31">
      <w:r>
        <w:separator/>
      </w:r>
    </w:p>
  </w:endnote>
  <w:endnote w:type="continuationSeparator" w:id="0">
    <w:p w:rsidR="00A47C31" w:rsidRDefault="00A47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31" w:rsidRDefault="00A47C31" w:rsidP="000A5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7C31" w:rsidRDefault="00A47C31" w:rsidP="000A19C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31" w:rsidRDefault="00A47C31" w:rsidP="000A5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A47C31" w:rsidRDefault="00A47C31" w:rsidP="000A19C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C31" w:rsidRDefault="00A47C31">
      <w:r>
        <w:separator/>
      </w:r>
    </w:p>
  </w:footnote>
  <w:footnote w:type="continuationSeparator" w:id="0">
    <w:p w:rsidR="00A47C31" w:rsidRDefault="00A47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B0"/>
    <w:rsid w:val="00002888"/>
    <w:rsid w:val="0000607B"/>
    <w:rsid w:val="000145B6"/>
    <w:rsid w:val="00014913"/>
    <w:rsid w:val="000151B5"/>
    <w:rsid w:val="000236A9"/>
    <w:rsid w:val="00031E76"/>
    <w:rsid w:val="00034DBF"/>
    <w:rsid w:val="0003760C"/>
    <w:rsid w:val="0003766C"/>
    <w:rsid w:val="000433AE"/>
    <w:rsid w:val="00052843"/>
    <w:rsid w:val="00054ECA"/>
    <w:rsid w:val="00067926"/>
    <w:rsid w:val="00071086"/>
    <w:rsid w:val="00072C6C"/>
    <w:rsid w:val="0008009E"/>
    <w:rsid w:val="00085785"/>
    <w:rsid w:val="0009635D"/>
    <w:rsid w:val="000A19CD"/>
    <w:rsid w:val="000A411D"/>
    <w:rsid w:val="000A5FBB"/>
    <w:rsid w:val="000A6322"/>
    <w:rsid w:val="000A7E71"/>
    <w:rsid w:val="000B24D3"/>
    <w:rsid w:val="000B3129"/>
    <w:rsid w:val="000B6181"/>
    <w:rsid w:val="000B6507"/>
    <w:rsid w:val="000C1BE2"/>
    <w:rsid w:val="000C3845"/>
    <w:rsid w:val="000C3EA2"/>
    <w:rsid w:val="000C5935"/>
    <w:rsid w:val="000D3D93"/>
    <w:rsid w:val="000E46BC"/>
    <w:rsid w:val="000E4C0E"/>
    <w:rsid w:val="000E7BA0"/>
    <w:rsid w:val="000F2412"/>
    <w:rsid w:val="000F4F41"/>
    <w:rsid w:val="000F60A3"/>
    <w:rsid w:val="000F682A"/>
    <w:rsid w:val="00105992"/>
    <w:rsid w:val="00107431"/>
    <w:rsid w:val="00110B5C"/>
    <w:rsid w:val="00113635"/>
    <w:rsid w:val="00120D03"/>
    <w:rsid w:val="001240C8"/>
    <w:rsid w:val="001266E3"/>
    <w:rsid w:val="00130EB0"/>
    <w:rsid w:val="001312B7"/>
    <w:rsid w:val="001339B0"/>
    <w:rsid w:val="00133D10"/>
    <w:rsid w:val="00134336"/>
    <w:rsid w:val="00136FD2"/>
    <w:rsid w:val="00146F23"/>
    <w:rsid w:val="00151247"/>
    <w:rsid w:val="0015621A"/>
    <w:rsid w:val="00156ADF"/>
    <w:rsid w:val="00156DDE"/>
    <w:rsid w:val="0016400E"/>
    <w:rsid w:val="0016414F"/>
    <w:rsid w:val="00167E8D"/>
    <w:rsid w:val="00171772"/>
    <w:rsid w:val="00174847"/>
    <w:rsid w:val="00176EA5"/>
    <w:rsid w:val="0018088B"/>
    <w:rsid w:val="001855E1"/>
    <w:rsid w:val="00191F71"/>
    <w:rsid w:val="001954E8"/>
    <w:rsid w:val="00196464"/>
    <w:rsid w:val="001A60F2"/>
    <w:rsid w:val="001B55E6"/>
    <w:rsid w:val="001C2206"/>
    <w:rsid w:val="001C6C1B"/>
    <w:rsid w:val="001D0711"/>
    <w:rsid w:val="001D079D"/>
    <w:rsid w:val="001D180B"/>
    <w:rsid w:val="001D4B2C"/>
    <w:rsid w:val="001D7085"/>
    <w:rsid w:val="001E45BA"/>
    <w:rsid w:val="001E758A"/>
    <w:rsid w:val="001E7694"/>
    <w:rsid w:val="001F2929"/>
    <w:rsid w:val="001F5B30"/>
    <w:rsid w:val="002034F2"/>
    <w:rsid w:val="00210DF3"/>
    <w:rsid w:val="0021253B"/>
    <w:rsid w:val="00217A62"/>
    <w:rsid w:val="002208CC"/>
    <w:rsid w:val="0022193C"/>
    <w:rsid w:val="0022253E"/>
    <w:rsid w:val="002244DF"/>
    <w:rsid w:val="002275EA"/>
    <w:rsid w:val="00231E37"/>
    <w:rsid w:val="002432FB"/>
    <w:rsid w:val="00244F9E"/>
    <w:rsid w:val="00247032"/>
    <w:rsid w:val="00247863"/>
    <w:rsid w:val="002561A6"/>
    <w:rsid w:val="0025740F"/>
    <w:rsid w:val="002607A0"/>
    <w:rsid w:val="00261707"/>
    <w:rsid w:val="0026368C"/>
    <w:rsid w:val="002700E6"/>
    <w:rsid w:val="00273A0C"/>
    <w:rsid w:val="00280AA4"/>
    <w:rsid w:val="00286A24"/>
    <w:rsid w:val="00287B07"/>
    <w:rsid w:val="00294541"/>
    <w:rsid w:val="00295844"/>
    <w:rsid w:val="002A0146"/>
    <w:rsid w:val="002A0546"/>
    <w:rsid w:val="002A13F2"/>
    <w:rsid w:val="002C655A"/>
    <w:rsid w:val="002C7702"/>
    <w:rsid w:val="002D6B87"/>
    <w:rsid w:val="002E4331"/>
    <w:rsid w:val="002F1570"/>
    <w:rsid w:val="002F1FA6"/>
    <w:rsid w:val="002F26F9"/>
    <w:rsid w:val="002F2DC0"/>
    <w:rsid w:val="002F4513"/>
    <w:rsid w:val="002F4F87"/>
    <w:rsid w:val="002F50B0"/>
    <w:rsid w:val="002F6A3A"/>
    <w:rsid w:val="002F7A32"/>
    <w:rsid w:val="0030039D"/>
    <w:rsid w:val="003006EB"/>
    <w:rsid w:val="00300C91"/>
    <w:rsid w:val="00302080"/>
    <w:rsid w:val="00303B8B"/>
    <w:rsid w:val="00303D5F"/>
    <w:rsid w:val="00304C90"/>
    <w:rsid w:val="0031066F"/>
    <w:rsid w:val="00316472"/>
    <w:rsid w:val="0032327A"/>
    <w:rsid w:val="003331CC"/>
    <w:rsid w:val="00334460"/>
    <w:rsid w:val="00340415"/>
    <w:rsid w:val="00342214"/>
    <w:rsid w:val="00354AA0"/>
    <w:rsid w:val="00356D33"/>
    <w:rsid w:val="0036025E"/>
    <w:rsid w:val="00360A2B"/>
    <w:rsid w:val="00366353"/>
    <w:rsid w:val="003676E6"/>
    <w:rsid w:val="00372F90"/>
    <w:rsid w:val="00373A04"/>
    <w:rsid w:val="003814DF"/>
    <w:rsid w:val="00386D67"/>
    <w:rsid w:val="0038773E"/>
    <w:rsid w:val="00390C41"/>
    <w:rsid w:val="00390C95"/>
    <w:rsid w:val="00391576"/>
    <w:rsid w:val="00391A2B"/>
    <w:rsid w:val="00391CB8"/>
    <w:rsid w:val="00391D61"/>
    <w:rsid w:val="00392AF9"/>
    <w:rsid w:val="00392E62"/>
    <w:rsid w:val="003931A8"/>
    <w:rsid w:val="00393465"/>
    <w:rsid w:val="003A5A7B"/>
    <w:rsid w:val="003A5C20"/>
    <w:rsid w:val="003B0D6E"/>
    <w:rsid w:val="003C07D5"/>
    <w:rsid w:val="003C3F0B"/>
    <w:rsid w:val="003C527C"/>
    <w:rsid w:val="003D39DA"/>
    <w:rsid w:val="003D4E54"/>
    <w:rsid w:val="003E39AE"/>
    <w:rsid w:val="003F0490"/>
    <w:rsid w:val="003F0927"/>
    <w:rsid w:val="003F12FC"/>
    <w:rsid w:val="003F2614"/>
    <w:rsid w:val="00400017"/>
    <w:rsid w:val="00405F40"/>
    <w:rsid w:val="004065B2"/>
    <w:rsid w:val="00410AAD"/>
    <w:rsid w:val="00420BCE"/>
    <w:rsid w:val="00421706"/>
    <w:rsid w:val="00421D21"/>
    <w:rsid w:val="00423B60"/>
    <w:rsid w:val="00426F01"/>
    <w:rsid w:val="004272CB"/>
    <w:rsid w:val="00433F45"/>
    <w:rsid w:val="0044090A"/>
    <w:rsid w:val="00441158"/>
    <w:rsid w:val="00447A1D"/>
    <w:rsid w:val="0045046F"/>
    <w:rsid w:val="004520D4"/>
    <w:rsid w:val="00453140"/>
    <w:rsid w:val="00456452"/>
    <w:rsid w:val="00457067"/>
    <w:rsid w:val="004571CF"/>
    <w:rsid w:val="00457357"/>
    <w:rsid w:val="0045774A"/>
    <w:rsid w:val="00461C8E"/>
    <w:rsid w:val="004658D4"/>
    <w:rsid w:val="00465EA9"/>
    <w:rsid w:val="00473735"/>
    <w:rsid w:val="00474868"/>
    <w:rsid w:val="00490EF2"/>
    <w:rsid w:val="004976FA"/>
    <w:rsid w:val="00497AC1"/>
    <w:rsid w:val="004A5917"/>
    <w:rsid w:val="004C0B89"/>
    <w:rsid w:val="004C2E70"/>
    <w:rsid w:val="004C2FD7"/>
    <w:rsid w:val="004C371A"/>
    <w:rsid w:val="004C570C"/>
    <w:rsid w:val="004C57C8"/>
    <w:rsid w:val="004C686C"/>
    <w:rsid w:val="004D1E10"/>
    <w:rsid w:val="004E040C"/>
    <w:rsid w:val="004E2181"/>
    <w:rsid w:val="004E444C"/>
    <w:rsid w:val="004E6BEC"/>
    <w:rsid w:val="004F3D1E"/>
    <w:rsid w:val="005116A3"/>
    <w:rsid w:val="005403E0"/>
    <w:rsid w:val="00543334"/>
    <w:rsid w:val="00544C9D"/>
    <w:rsid w:val="00556FF3"/>
    <w:rsid w:val="00557CE2"/>
    <w:rsid w:val="00575664"/>
    <w:rsid w:val="005765E8"/>
    <w:rsid w:val="005770A2"/>
    <w:rsid w:val="005772FF"/>
    <w:rsid w:val="0058603A"/>
    <w:rsid w:val="005A0435"/>
    <w:rsid w:val="005A42B9"/>
    <w:rsid w:val="005A663C"/>
    <w:rsid w:val="005A7255"/>
    <w:rsid w:val="005B096A"/>
    <w:rsid w:val="005B1C3F"/>
    <w:rsid w:val="005B4408"/>
    <w:rsid w:val="005B5729"/>
    <w:rsid w:val="005B6485"/>
    <w:rsid w:val="005B7257"/>
    <w:rsid w:val="005C2570"/>
    <w:rsid w:val="005D3005"/>
    <w:rsid w:val="005E0107"/>
    <w:rsid w:val="005E13D9"/>
    <w:rsid w:val="005E181D"/>
    <w:rsid w:val="005E2A02"/>
    <w:rsid w:val="005E2F5A"/>
    <w:rsid w:val="005E6991"/>
    <w:rsid w:val="005F115D"/>
    <w:rsid w:val="005F26C1"/>
    <w:rsid w:val="005F3D9C"/>
    <w:rsid w:val="006062BC"/>
    <w:rsid w:val="00611647"/>
    <w:rsid w:val="00612215"/>
    <w:rsid w:val="0061248E"/>
    <w:rsid w:val="00613F1C"/>
    <w:rsid w:val="006147B6"/>
    <w:rsid w:val="0061752D"/>
    <w:rsid w:val="00625CF0"/>
    <w:rsid w:val="00627AC3"/>
    <w:rsid w:val="00632F0A"/>
    <w:rsid w:val="00643A72"/>
    <w:rsid w:val="0064546C"/>
    <w:rsid w:val="00645B86"/>
    <w:rsid w:val="0065001A"/>
    <w:rsid w:val="00651746"/>
    <w:rsid w:val="006524BD"/>
    <w:rsid w:val="00653E86"/>
    <w:rsid w:val="00656BF0"/>
    <w:rsid w:val="00657ACE"/>
    <w:rsid w:val="006606E8"/>
    <w:rsid w:val="00661552"/>
    <w:rsid w:val="006677C4"/>
    <w:rsid w:val="006727E2"/>
    <w:rsid w:val="00672A38"/>
    <w:rsid w:val="0068066A"/>
    <w:rsid w:val="00681D29"/>
    <w:rsid w:val="00685FF2"/>
    <w:rsid w:val="00687D04"/>
    <w:rsid w:val="00690308"/>
    <w:rsid w:val="006903AA"/>
    <w:rsid w:val="0069139E"/>
    <w:rsid w:val="00693BC0"/>
    <w:rsid w:val="006A3295"/>
    <w:rsid w:val="006B0CFF"/>
    <w:rsid w:val="006B1312"/>
    <w:rsid w:val="006B212A"/>
    <w:rsid w:val="006B467D"/>
    <w:rsid w:val="006B643D"/>
    <w:rsid w:val="006C2FF6"/>
    <w:rsid w:val="006D7622"/>
    <w:rsid w:val="006E09A3"/>
    <w:rsid w:val="006F4255"/>
    <w:rsid w:val="006F6E4D"/>
    <w:rsid w:val="006F6FA5"/>
    <w:rsid w:val="00702FF1"/>
    <w:rsid w:val="007131EF"/>
    <w:rsid w:val="0071701B"/>
    <w:rsid w:val="0071750D"/>
    <w:rsid w:val="00721B9F"/>
    <w:rsid w:val="00721F35"/>
    <w:rsid w:val="00725561"/>
    <w:rsid w:val="00731E1D"/>
    <w:rsid w:val="0073255E"/>
    <w:rsid w:val="00733EA0"/>
    <w:rsid w:val="00734C97"/>
    <w:rsid w:val="0073601A"/>
    <w:rsid w:val="00736A7D"/>
    <w:rsid w:val="007431E0"/>
    <w:rsid w:val="00752B52"/>
    <w:rsid w:val="00761BD5"/>
    <w:rsid w:val="00761EF9"/>
    <w:rsid w:val="007622FE"/>
    <w:rsid w:val="00766BE1"/>
    <w:rsid w:val="0076763D"/>
    <w:rsid w:val="00770214"/>
    <w:rsid w:val="00771371"/>
    <w:rsid w:val="0077180F"/>
    <w:rsid w:val="00771B45"/>
    <w:rsid w:val="007821D5"/>
    <w:rsid w:val="007832B0"/>
    <w:rsid w:val="00785335"/>
    <w:rsid w:val="00787F12"/>
    <w:rsid w:val="0079604A"/>
    <w:rsid w:val="007A092E"/>
    <w:rsid w:val="007A1DBB"/>
    <w:rsid w:val="007A6A86"/>
    <w:rsid w:val="007A7688"/>
    <w:rsid w:val="007B5018"/>
    <w:rsid w:val="007B5DE7"/>
    <w:rsid w:val="007C142C"/>
    <w:rsid w:val="007C6BAF"/>
    <w:rsid w:val="007E77B7"/>
    <w:rsid w:val="007F132C"/>
    <w:rsid w:val="00800DD6"/>
    <w:rsid w:val="00804A84"/>
    <w:rsid w:val="008069FA"/>
    <w:rsid w:val="00806F51"/>
    <w:rsid w:val="00814BF4"/>
    <w:rsid w:val="008155FC"/>
    <w:rsid w:val="00831653"/>
    <w:rsid w:val="00832E47"/>
    <w:rsid w:val="00837302"/>
    <w:rsid w:val="008416BB"/>
    <w:rsid w:val="00846C4C"/>
    <w:rsid w:val="00852C64"/>
    <w:rsid w:val="008536D7"/>
    <w:rsid w:val="00855D9E"/>
    <w:rsid w:val="00856CA9"/>
    <w:rsid w:val="00857F4F"/>
    <w:rsid w:val="00874D25"/>
    <w:rsid w:val="00874F5C"/>
    <w:rsid w:val="00884411"/>
    <w:rsid w:val="00885687"/>
    <w:rsid w:val="00886E0A"/>
    <w:rsid w:val="00896326"/>
    <w:rsid w:val="008C6182"/>
    <w:rsid w:val="008C7BC9"/>
    <w:rsid w:val="008D2A30"/>
    <w:rsid w:val="008D3865"/>
    <w:rsid w:val="008E6367"/>
    <w:rsid w:val="008F065F"/>
    <w:rsid w:val="008F188A"/>
    <w:rsid w:val="0090273C"/>
    <w:rsid w:val="0090490D"/>
    <w:rsid w:val="00906545"/>
    <w:rsid w:val="00910588"/>
    <w:rsid w:val="00913DCE"/>
    <w:rsid w:val="00916EB5"/>
    <w:rsid w:val="00921D9C"/>
    <w:rsid w:val="0092451D"/>
    <w:rsid w:val="00924BE0"/>
    <w:rsid w:val="00926B47"/>
    <w:rsid w:val="00927FAB"/>
    <w:rsid w:val="0093194A"/>
    <w:rsid w:val="00943C03"/>
    <w:rsid w:val="009532D1"/>
    <w:rsid w:val="009542D9"/>
    <w:rsid w:val="0096045F"/>
    <w:rsid w:val="00960888"/>
    <w:rsid w:val="00964DD3"/>
    <w:rsid w:val="0096546F"/>
    <w:rsid w:val="009675F8"/>
    <w:rsid w:val="00971362"/>
    <w:rsid w:val="00971735"/>
    <w:rsid w:val="009763CB"/>
    <w:rsid w:val="00976F19"/>
    <w:rsid w:val="00986F9E"/>
    <w:rsid w:val="00993BC7"/>
    <w:rsid w:val="00994D63"/>
    <w:rsid w:val="009A57F8"/>
    <w:rsid w:val="009A7CD1"/>
    <w:rsid w:val="009B08B4"/>
    <w:rsid w:val="009B1AED"/>
    <w:rsid w:val="009C34C0"/>
    <w:rsid w:val="009C41B1"/>
    <w:rsid w:val="009C497B"/>
    <w:rsid w:val="009D2DFB"/>
    <w:rsid w:val="009D4AA0"/>
    <w:rsid w:val="009E15E3"/>
    <w:rsid w:val="009E4AC9"/>
    <w:rsid w:val="009E558E"/>
    <w:rsid w:val="009E6490"/>
    <w:rsid w:val="009E76A9"/>
    <w:rsid w:val="009F359C"/>
    <w:rsid w:val="009F3656"/>
    <w:rsid w:val="009F5DC4"/>
    <w:rsid w:val="00A01D45"/>
    <w:rsid w:val="00A03195"/>
    <w:rsid w:val="00A10A0B"/>
    <w:rsid w:val="00A1140E"/>
    <w:rsid w:val="00A14188"/>
    <w:rsid w:val="00A358BC"/>
    <w:rsid w:val="00A35B15"/>
    <w:rsid w:val="00A3685F"/>
    <w:rsid w:val="00A45EDB"/>
    <w:rsid w:val="00A46B42"/>
    <w:rsid w:val="00A471EA"/>
    <w:rsid w:val="00A47C31"/>
    <w:rsid w:val="00A50862"/>
    <w:rsid w:val="00A617B6"/>
    <w:rsid w:val="00A723C1"/>
    <w:rsid w:val="00A72E30"/>
    <w:rsid w:val="00A73F5B"/>
    <w:rsid w:val="00A75AC9"/>
    <w:rsid w:val="00A80CC3"/>
    <w:rsid w:val="00A90896"/>
    <w:rsid w:val="00A917D7"/>
    <w:rsid w:val="00A92E56"/>
    <w:rsid w:val="00AA090C"/>
    <w:rsid w:val="00AA3618"/>
    <w:rsid w:val="00AB26CF"/>
    <w:rsid w:val="00AB54C3"/>
    <w:rsid w:val="00AB61EF"/>
    <w:rsid w:val="00AB6D25"/>
    <w:rsid w:val="00AC5343"/>
    <w:rsid w:val="00AC6BE9"/>
    <w:rsid w:val="00AD272B"/>
    <w:rsid w:val="00AD44FB"/>
    <w:rsid w:val="00AD6549"/>
    <w:rsid w:val="00AE051E"/>
    <w:rsid w:val="00AE2496"/>
    <w:rsid w:val="00AE59B4"/>
    <w:rsid w:val="00AE7940"/>
    <w:rsid w:val="00AF10BF"/>
    <w:rsid w:val="00AF285A"/>
    <w:rsid w:val="00AF7936"/>
    <w:rsid w:val="00B02B1A"/>
    <w:rsid w:val="00B13EBE"/>
    <w:rsid w:val="00B14D25"/>
    <w:rsid w:val="00B20BF4"/>
    <w:rsid w:val="00B4152D"/>
    <w:rsid w:val="00B42EAC"/>
    <w:rsid w:val="00B47CD2"/>
    <w:rsid w:val="00B550DF"/>
    <w:rsid w:val="00B635B8"/>
    <w:rsid w:val="00B7117F"/>
    <w:rsid w:val="00B7517E"/>
    <w:rsid w:val="00B821FF"/>
    <w:rsid w:val="00B84787"/>
    <w:rsid w:val="00B86A65"/>
    <w:rsid w:val="00B91B7B"/>
    <w:rsid w:val="00B9227C"/>
    <w:rsid w:val="00B948B0"/>
    <w:rsid w:val="00B95447"/>
    <w:rsid w:val="00BA2BB3"/>
    <w:rsid w:val="00BA5143"/>
    <w:rsid w:val="00BA5524"/>
    <w:rsid w:val="00BA7FB8"/>
    <w:rsid w:val="00BB68FE"/>
    <w:rsid w:val="00BC403A"/>
    <w:rsid w:val="00BC4894"/>
    <w:rsid w:val="00BC71B2"/>
    <w:rsid w:val="00BD3458"/>
    <w:rsid w:val="00BD7CA2"/>
    <w:rsid w:val="00BE68A5"/>
    <w:rsid w:val="00C00EF2"/>
    <w:rsid w:val="00C076F1"/>
    <w:rsid w:val="00C10174"/>
    <w:rsid w:val="00C1287E"/>
    <w:rsid w:val="00C22945"/>
    <w:rsid w:val="00C26F56"/>
    <w:rsid w:val="00C42D84"/>
    <w:rsid w:val="00C60401"/>
    <w:rsid w:val="00C64C5C"/>
    <w:rsid w:val="00C650FA"/>
    <w:rsid w:val="00C67E50"/>
    <w:rsid w:val="00C75092"/>
    <w:rsid w:val="00C810BF"/>
    <w:rsid w:val="00C85143"/>
    <w:rsid w:val="00C860D4"/>
    <w:rsid w:val="00C91462"/>
    <w:rsid w:val="00C91EAD"/>
    <w:rsid w:val="00C9681D"/>
    <w:rsid w:val="00C97FE6"/>
    <w:rsid w:val="00CA1C59"/>
    <w:rsid w:val="00CA4DF3"/>
    <w:rsid w:val="00CB2C8A"/>
    <w:rsid w:val="00CB4104"/>
    <w:rsid w:val="00CB52F1"/>
    <w:rsid w:val="00CB7D20"/>
    <w:rsid w:val="00CC0A1F"/>
    <w:rsid w:val="00CC5B7D"/>
    <w:rsid w:val="00CC7E4F"/>
    <w:rsid w:val="00CE0F5A"/>
    <w:rsid w:val="00CE2061"/>
    <w:rsid w:val="00CE457B"/>
    <w:rsid w:val="00CE6934"/>
    <w:rsid w:val="00CF0031"/>
    <w:rsid w:val="00CF0670"/>
    <w:rsid w:val="00CF1312"/>
    <w:rsid w:val="00CF1B91"/>
    <w:rsid w:val="00CF2CD4"/>
    <w:rsid w:val="00CF335F"/>
    <w:rsid w:val="00CF7E31"/>
    <w:rsid w:val="00D00595"/>
    <w:rsid w:val="00D00E34"/>
    <w:rsid w:val="00D01260"/>
    <w:rsid w:val="00D044CC"/>
    <w:rsid w:val="00D0607C"/>
    <w:rsid w:val="00D068DB"/>
    <w:rsid w:val="00D06C42"/>
    <w:rsid w:val="00D11ABF"/>
    <w:rsid w:val="00D15AFD"/>
    <w:rsid w:val="00D24AE2"/>
    <w:rsid w:val="00D2700B"/>
    <w:rsid w:val="00D347D4"/>
    <w:rsid w:val="00D37288"/>
    <w:rsid w:val="00D373BC"/>
    <w:rsid w:val="00D373DB"/>
    <w:rsid w:val="00D52006"/>
    <w:rsid w:val="00D5241A"/>
    <w:rsid w:val="00D53D3D"/>
    <w:rsid w:val="00D5423C"/>
    <w:rsid w:val="00D6150F"/>
    <w:rsid w:val="00D61AD0"/>
    <w:rsid w:val="00D61F6A"/>
    <w:rsid w:val="00D667F7"/>
    <w:rsid w:val="00D71597"/>
    <w:rsid w:val="00D73EFE"/>
    <w:rsid w:val="00D74318"/>
    <w:rsid w:val="00D810D2"/>
    <w:rsid w:val="00D81127"/>
    <w:rsid w:val="00D81F4B"/>
    <w:rsid w:val="00D847CA"/>
    <w:rsid w:val="00D91572"/>
    <w:rsid w:val="00D93A70"/>
    <w:rsid w:val="00D951DA"/>
    <w:rsid w:val="00DA1F4F"/>
    <w:rsid w:val="00DA7DCB"/>
    <w:rsid w:val="00DB140E"/>
    <w:rsid w:val="00DB4B7A"/>
    <w:rsid w:val="00DB7B45"/>
    <w:rsid w:val="00DC504D"/>
    <w:rsid w:val="00DC6CD8"/>
    <w:rsid w:val="00DD0AF6"/>
    <w:rsid w:val="00DD1BAB"/>
    <w:rsid w:val="00DD2A7D"/>
    <w:rsid w:val="00DD3934"/>
    <w:rsid w:val="00DD55E0"/>
    <w:rsid w:val="00DD5EAA"/>
    <w:rsid w:val="00DE07E1"/>
    <w:rsid w:val="00DE22EB"/>
    <w:rsid w:val="00DE2E8D"/>
    <w:rsid w:val="00DE313B"/>
    <w:rsid w:val="00DE5FF0"/>
    <w:rsid w:val="00DF1156"/>
    <w:rsid w:val="00DF14B4"/>
    <w:rsid w:val="00DF3304"/>
    <w:rsid w:val="00E00B08"/>
    <w:rsid w:val="00E016B9"/>
    <w:rsid w:val="00E02FB1"/>
    <w:rsid w:val="00E06319"/>
    <w:rsid w:val="00E20975"/>
    <w:rsid w:val="00E21048"/>
    <w:rsid w:val="00E23D89"/>
    <w:rsid w:val="00E270AD"/>
    <w:rsid w:val="00E359C6"/>
    <w:rsid w:val="00E37146"/>
    <w:rsid w:val="00E4358A"/>
    <w:rsid w:val="00E44FD8"/>
    <w:rsid w:val="00E45AEC"/>
    <w:rsid w:val="00E61EF6"/>
    <w:rsid w:val="00E647AE"/>
    <w:rsid w:val="00E6530A"/>
    <w:rsid w:val="00E66DBB"/>
    <w:rsid w:val="00E73B1F"/>
    <w:rsid w:val="00E757B4"/>
    <w:rsid w:val="00E80302"/>
    <w:rsid w:val="00E8630B"/>
    <w:rsid w:val="00E91F8A"/>
    <w:rsid w:val="00EA38F7"/>
    <w:rsid w:val="00EB2353"/>
    <w:rsid w:val="00EB7CE0"/>
    <w:rsid w:val="00EC0FA5"/>
    <w:rsid w:val="00EC14E6"/>
    <w:rsid w:val="00EC4E85"/>
    <w:rsid w:val="00EC7871"/>
    <w:rsid w:val="00ED0BE1"/>
    <w:rsid w:val="00ED50A9"/>
    <w:rsid w:val="00ED629D"/>
    <w:rsid w:val="00ED6B28"/>
    <w:rsid w:val="00EE354A"/>
    <w:rsid w:val="00EE70C8"/>
    <w:rsid w:val="00EE7795"/>
    <w:rsid w:val="00EF4122"/>
    <w:rsid w:val="00EF4A41"/>
    <w:rsid w:val="00EF5379"/>
    <w:rsid w:val="00EF72A8"/>
    <w:rsid w:val="00F02F05"/>
    <w:rsid w:val="00F0617B"/>
    <w:rsid w:val="00F06A06"/>
    <w:rsid w:val="00F10710"/>
    <w:rsid w:val="00F20044"/>
    <w:rsid w:val="00F22D17"/>
    <w:rsid w:val="00F23CEC"/>
    <w:rsid w:val="00F24668"/>
    <w:rsid w:val="00F264A8"/>
    <w:rsid w:val="00F3082A"/>
    <w:rsid w:val="00F36230"/>
    <w:rsid w:val="00F36604"/>
    <w:rsid w:val="00F37896"/>
    <w:rsid w:val="00F40038"/>
    <w:rsid w:val="00F422E1"/>
    <w:rsid w:val="00F51CED"/>
    <w:rsid w:val="00F53D0B"/>
    <w:rsid w:val="00F542DE"/>
    <w:rsid w:val="00F56BE7"/>
    <w:rsid w:val="00F61C12"/>
    <w:rsid w:val="00F61CB8"/>
    <w:rsid w:val="00F63209"/>
    <w:rsid w:val="00F6514C"/>
    <w:rsid w:val="00F66C1D"/>
    <w:rsid w:val="00F773F2"/>
    <w:rsid w:val="00F878C9"/>
    <w:rsid w:val="00F9229B"/>
    <w:rsid w:val="00F93F77"/>
    <w:rsid w:val="00F9706A"/>
    <w:rsid w:val="00FA0EE3"/>
    <w:rsid w:val="00FA1F83"/>
    <w:rsid w:val="00FA24ED"/>
    <w:rsid w:val="00FA4FF0"/>
    <w:rsid w:val="00FA5560"/>
    <w:rsid w:val="00FA7E4E"/>
    <w:rsid w:val="00FC598A"/>
    <w:rsid w:val="00FD1556"/>
    <w:rsid w:val="00FD7A63"/>
    <w:rsid w:val="00FE22A6"/>
    <w:rsid w:val="00FE23E8"/>
    <w:rsid w:val="00FE62DF"/>
    <w:rsid w:val="00FE6E24"/>
    <w:rsid w:val="00FF240C"/>
    <w:rsid w:val="00FF2CCC"/>
    <w:rsid w:val="00FF430F"/>
    <w:rsid w:val="00FF681B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B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0E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A19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B8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A19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1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840</TotalTime>
  <Pages>8</Pages>
  <Words>1063</Words>
  <Characters>6064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143</cp:revision>
  <cp:lastPrinted>2013-10-03T01:40:00Z</cp:lastPrinted>
  <dcterms:created xsi:type="dcterms:W3CDTF">2013-08-26T07:39:00Z</dcterms:created>
  <dcterms:modified xsi:type="dcterms:W3CDTF">2013-10-03T01:41:00Z</dcterms:modified>
</cp:coreProperties>
</file>