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721" w:rsidRDefault="00394721" w:rsidP="00566D6A">
      <w:pPr>
        <w:pStyle w:val="ConsPlusNormal"/>
        <w:widowControl/>
        <w:ind w:left="57" w:hanging="57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66D6A">
        <w:rPr>
          <w:rFonts w:ascii="Times New Roman" w:hAnsi="Times New Roman" w:cs="Times New Roman"/>
          <w:sz w:val="24"/>
          <w:szCs w:val="24"/>
        </w:rPr>
        <w:t xml:space="preserve"> Приложение № 2 </w:t>
      </w:r>
      <w:r>
        <w:rPr>
          <w:rFonts w:ascii="Times New Roman" w:hAnsi="Times New Roman" w:cs="Times New Roman"/>
          <w:sz w:val="24"/>
          <w:szCs w:val="24"/>
        </w:rPr>
        <w:t>к П</w:t>
      </w:r>
      <w:r w:rsidRPr="00566D6A">
        <w:rPr>
          <w:rFonts w:ascii="Times New Roman" w:hAnsi="Times New Roman" w:cs="Times New Roman"/>
          <w:sz w:val="24"/>
          <w:szCs w:val="24"/>
        </w:rPr>
        <w:t xml:space="preserve">аспорту муниципальной </w:t>
      </w:r>
    </w:p>
    <w:p w:rsidR="00394721" w:rsidRPr="00566D6A" w:rsidRDefault="00394721" w:rsidP="00566D6A">
      <w:pPr>
        <w:pStyle w:val="ConsPlusNormal"/>
        <w:widowControl/>
        <w:ind w:left="57" w:hanging="57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66D6A">
        <w:rPr>
          <w:rFonts w:ascii="Times New Roman" w:hAnsi="Times New Roman" w:cs="Times New Roman"/>
          <w:sz w:val="24"/>
          <w:szCs w:val="24"/>
        </w:rPr>
        <w:t>программы «Развитие культуры» на 2014-2016гг.</w:t>
      </w:r>
    </w:p>
    <w:p w:rsidR="00394721" w:rsidRPr="00FD011C" w:rsidRDefault="00394721" w:rsidP="00566D6A">
      <w:pPr>
        <w:pStyle w:val="ConsPlusNormal"/>
        <w:widowControl/>
        <w:ind w:left="8460" w:hanging="57"/>
        <w:outlineLvl w:val="2"/>
        <w:rPr>
          <w:rFonts w:ascii="Times New Roman" w:hAnsi="Times New Roman" w:cs="Times New Roman"/>
          <w:sz w:val="24"/>
          <w:szCs w:val="24"/>
        </w:rPr>
      </w:pPr>
    </w:p>
    <w:p w:rsidR="00394721" w:rsidRDefault="00394721" w:rsidP="00566D6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66D6A">
        <w:rPr>
          <w:rFonts w:ascii="Times New Roman" w:hAnsi="Times New Roman" w:cs="Times New Roman"/>
          <w:b/>
          <w:color w:val="000000"/>
          <w:sz w:val="28"/>
          <w:szCs w:val="28"/>
        </w:rPr>
        <w:t>Значения целевых показателей на долгосрочный период</w:t>
      </w:r>
    </w:p>
    <w:p w:rsidR="00394721" w:rsidRPr="00566D6A" w:rsidRDefault="00394721" w:rsidP="00566D6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6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2679"/>
        <w:gridCol w:w="712"/>
        <w:gridCol w:w="850"/>
        <w:gridCol w:w="851"/>
        <w:gridCol w:w="851"/>
        <w:gridCol w:w="850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394721" w:rsidRPr="00566D6A" w:rsidTr="00566D6A">
        <w:trPr>
          <w:trHeight w:val="685"/>
        </w:trPr>
        <w:tc>
          <w:tcPr>
            <w:tcW w:w="828" w:type="dxa"/>
            <w:vMerge w:val="restart"/>
          </w:tcPr>
          <w:p w:rsidR="00394721" w:rsidRPr="00566D6A" w:rsidRDefault="00394721" w:rsidP="00566D6A">
            <w:pPr>
              <w:jc w:val="center"/>
            </w:pPr>
            <w:r w:rsidRPr="00566D6A">
              <w:t>№ п/п</w:t>
            </w:r>
          </w:p>
        </w:tc>
        <w:tc>
          <w:tcPr>
            <w:tcW w:w="2679" w:type="dxa"/>
            <w:vMerge w:val="restart"/>
          </w:tcPr>
          <w:p w:rsidR="00394721" w:rsidRPr="00566D6A" w:rsidRDefault="00394721" w:rsidP="00566D6A">
            <w:pPr>
              <w:jc w:val="center"/>
            </w:pPr>
            <w:r w:rsidRPr="00566D6A">
              <w:t>Цели, целевые показатели</w:t>
            </w:r>
          </w:p>
        </w:tc>
        <w:tc>
          <w:tcPr>
            <w:tcW w:w="712" w:type="dxa"/>
            <w:vMerge w:val="restart"/>
          </w:tcPr>
          <w:p w:rsidR="00394721" w:rsidRDefault="00394721" w:rsidP="00566D6A">
            <w:pPr>
              <w:jc w:val="center"/>
            </w:pPr>
            <w:r w:rsidRPr="00566D6A">
              <w:t>Единица измере</w:t>
            </w:r>
          </w:p>
          <w:p w:rsidR="00394721" w:rsidRPr="00566D6A" w:rsidRDefault="00394721" w:rsidP="00566D6A">
            <w:pPr>
              <w:jc w:val="center"/>
            </w:pPr>
            <w:r w:rsidRPr="00566D6A">
              <w:t>ния</w:t>
            </w:r>
          </w:p>
        </w:tc>
        <w:tc>
          <w:tcPr>
            <w:tcW w:w="850" w:type="dxa"/>
            <w:vMerge w:val="restart"/>
          </w:tcPr>
          <w:p w:rsidR="00394721" w:rsidRPr="00566D6A" w:rsidRDefault="00394721" w:rsidP="00566D6A">
            <w:pPr>
              <w:jc w:val="center"/>
            </w:pPr>
            <w:r w:rsidRPr="00566D6A">
              <w:t>2012 год</w:t>
            </w:r>
          </w:p>
        </w:tc>
        <w:tc>
          <w:tcPr>
            <w:tcW w:w="851" w:type="dxa"/>
            <w:vMerge w:val="restart"/>
          </w:tcPr>
          <w:p w:rsidR="00394721" w:rsidRPr="00566D6A" w:rsidRDefault="00394721" w:rsidP="00566D6A">
            <w:pPr>
              <w:jc w:val="center"/>
            </w:pPr>
            <w:r w:rsidRPr="00566D6A">
              <w:t>2013 год</w:t>
            </w:r>
          </w:p>
        </w:tc>
        <w:tc>
          <w:tcPr>
            <w:tcW w:w="851" w:type="dxa"/>
            <w:vMerge w:val="restart"/>
          </w:tcPr>
          <w:p w:rsidR="00394721" w:rsidRPr="00566D6A" w:rsidRDefault="00394721" w:rsidP="00566D6A">
            <w:pPr>
              <w:jc w:val="center"/>
            </w:pPr>
            <w:r w:rsidRPr="00566D6A">
              <w:t>2014 год</w:t>
            </w:r>
          </w:p>
        </w:tc>
        <w:tc>
          <w:tcPr>
            <w:tcW w:w="1701" w:type="dxa"/>
            <w:gridSpan w:val="2"/>
          </w:tcPr>
          <w:p w:rsidR="00394721" w:rsidRPr="00566D6A" w:rsidRDefault="00394721" w:rsidP="00566D6A">
            <w:pPr>
              <w:spacing w:after="200" w:line="276" w:lineRule="auto"/>
              <w:jc w:val="center"/>
            </w:pPr>
            <w:r w:rsidRPr="00566D6A">
              <w:t>Плановый период</w:t>
            </w:r>
          </w:p>
        </w:tc>
        <w:tc>
          <w:tcPr>
            <w:tcW w:w="5670" w:type="dxa"/>
            <w:gridSpan w:val="8"/>
          </w:tcPr>
          <w:p w:rsidR="00394721" w:rsidRPr="00566D6A" w:rsidRDefault="00394721" w:rsidP="00566D6A">
            <w:pPr>
              <w:spacing w:after="200" w:line="276" w:lineRule="auto"/>
              <w:jc w:val="center"/>
            </w:pPr>
            <w:r w:rsidRPr="00566D6A">
              <w:t>Долгосрочный период</w:t>
            </w:r>
          </w:p>
        </w:tc>
      </w:tr>
      <w:tr w:rsidR="00394721" w:rsidRPr="00566D6A" w:rsidTr="00566D6A">
        <w:trPr>
          <w:trHeight w:val="734"/>
        </w:trPr>
        <w:tc>
          <w:tcPr>
            <w:tcW w:w="828" w:type="dxa"/>
            <w:vMerge/>
          </w:tcPr>
          <w:p w:rsidR="00394721" w:rsidRPr="00566D6A" w:rsidRDefault="00394721" w:rsidP="00566D6A">
            <w:pPr>
              <w:jc w:val="center"/>
            </w:pPr>
          </w:p>
        </w:tc>
        <w:tc>
          <w:tcPr>
            <w:tcW w:w="2679" w:type="dxa"/>
            <w:vMerge/>
          </w:tcPr>
          <w:p w:rsidR="00394721" w:rsidRPr="00566D6A" w:rsidRDefault="00394721" w:rsidP="00566D6A">
            <w:pPr>
              <w:jc w:val="center"/>
            </w:pPr>
          </w:p>
        </w:tc>
        <w:tc>
          <w:tcPr>
            <w:tcW w:w="712" w:type="dxa"/>
            <w:vMerge/>
          </w:tcPr>
          <w:p w:rsidR="00394721" w:rsidRPr="00566D6A" w:rsidRDefault="00394721" w:rsidP="00566D6A">
            <w:pPr>
              <w:jc w:val="center"/>
            </w:pPr>
          </w:p>
        </w:tc>
        <w:tc>
          <w:tcPr>
            <w:tcW w:w="850" w:type="dxa"/>
            <w:vMerge/>
          </w:tcPr>
          <w:p w:rsidR="00394721" w:rsidRPr="00566D6A" w:rsidRDefault="00394721" w:rsidP="00566D6A">
            <w:pPr>
              <w:jc w:val="center"/>
            </w:pPr>
          </w:p>
        </w:tc>
        <w:tc>
          <w:tcPr>
            <w:tcW w:w="851" w:type="dxa"/>
            <w:vMerge/>
          </w:tcPr>
          <w:p w:rsidR="00394721" w:rsidRPr="00566D6A" w:rsidRDefault="00394721" w:rsidP="00566D6A">
            <w:pPr>
              <w:jc w:val="center"/>
            </w:pPr>
          </w:p>
        </w:tc>
        <w:tc>
          <w:tcPr>
            <w:tcW w:w="851" w:type="dxa"/>
            <w:vMerge/>
          </w:tcPr>
          <w:p w:rsidR="00394721" w:rsidRPr="00566D6A" w:rsidRDefault="00394721" w:rsidP="00566D6A">
            <w:pPr>
              <w:jc w:val="center"/>
            </w:pPr>
          </w:p>
        </w:tc>
        <w:tc>
          <w:tcPr>
            <w:tcW w:w="850" w:type="dxa"/>
          </w:tcPr>
          <w:p w:rsidR="00394721" w:rsidRPr="00566D6A" w:rsidRDefault="00394721" w:rsidP="00566D6A">
            <w:pPr>
              <w:jc w:val="center"/>
            </w:pPr>
            <w:r w:rsidRPr="00566D6A">
              <w:t>2015</w:t>
            </w:r>
          </w:p>
          <w:p w:rsidR="00394721" w:rsidRPr="00566D6A" w:rsidRDefault="00394721" w:rsidP="00566D6A">
            <w:pPr>
              <w:jc w:val="center"/>
            </w:pPr>
            <w:r w:rsidRPr="00566D6A">
              <w:t>год</w:t>
            </w:r>
          </w:p>
        </w:tc>
        <w:tc>
          <w:tcPr>
            <w:tcW w:w="851" w:type="dxa"/>
          </w:tcPr>
          <w:p w:rsidR="00394721" w:rsidRPr="00566D6A" w:rsidRDefault="00394721" w:rsidP="00566D6A">
            <w:pPr>
              <w:jc w:val="center"/>
            </w:pPr>
            <w:r w:rsidRPr="00566D6A">
              <w:t>2016</w:t>
            </w:r>
          </w:p>
          <w:p w:rsidR="00394721" w:rsidRPr="00566D6A" w:rsidRDefault="00394721" w:rsidP="00566D6A">
            <w:pPr>
              <w:jc w:val="center"/>
            </w:pPr>
            <w:r w:rsidRPr="00566D6A">
              <w:t>год</w:t>
            </w:r>
          </w:p>
        </w:tc>
        <w:tc>
          <w:tcPr>
            <w:tcW w:w="708" w:type="dxa"/>
          </w:tcPr>
          <w:p w:rsidR="00394721" w:rsidRPr="00566D6A" w:rsidRDefault="00394721" w:rsidP="00566D6A">
            <w:pPr>
              <w:jc w:val="center"/>
            </w:pPr>
            <w:r w:rsidRPr="00566D6A">
              <w:t>2017</w:t>
            </w:r>
          </w:p>
          <w:p w:rsidR="00394721" w:rsidRPr="00566D6A" w:rsidRDefault="00394721" w:rsidP="00566D6A">
            <w:pPr>
              <w:jc w:val="center"/>
            </w:pPr>
            <w:r w:rsidRPr="00566D6A">
              <w:t>год</w:t>
            </w:r>
          </w:p>
        </w:tc>
        <w:tc>
          <w:tcPr>
            <w:tcW w:w="709" w:type="dxa"/>
          </w:tcPr>
          <w:p w:rsidR="00394721" w:rsidRPr="00566D6A" w:rsidRDefault="00394721" w:rsidP="00566D6A">
            <w:pPr>
              <w:jc w:val="center"/>
            </w:pPr>
            <w:r w:rsidRPr="00566D6A">
              <w:t>2018</w:t>
            </w:r>
          </w:p>
          <w:p w:rsidR="00394721" w:rsidRPr="00566D6A" w:rsidRDefault="00394721" w:rsidP="00566D6A">
            <w:pPr>
              <w:jc w:val="center"/>
            </w:pPr>
            <w:r w:rsidRPr="00566D6A">
              <w:t>год</w:t>
            </w:r>
          </w:p>
        </w:tc>
        <w:tc>
          <w:tcPr>
            <w:tcW w:w="709" w:type="dxa"/>
          </w:tcPr>
          <w:p w:rsidR="00394721" w:rsidRPr="00566D6A" w:rsidRDefault="00394721" w:rsidP="00566D6A">
            <w:pPr>
              <w:jc w:val="center"/>
            </w:pPr>
            <w:r w:rsidRPr="00566D6A">
              <w:t>2019</w:t>
            </w:r>
          </w:p>
          <w:p w:rsidR="00394721" w:rsidRPr="00566D6A" w:rsidRDefault="00394721" w:rsidP="00566D6A">
            <w:pPr>
              <w:jc w:val="center"/>
            </w:pPr>
            <w:r w:rsidRPr="00566D6A">
              <w:t>год</w:t>
            </w:r>
          </w:p>
        </w:tc>
        <w:tc>
          <w:tcPr>
            <w:tcW w:w="709" w:type="dxa"/>
          </w:tcPr>
          <w:p w:rsidR="00394721" w:rsidRPr="00566D6A" w:rsidRDefault="00394721" w:rsidP="00566D6A">
            <w:pPr>
              <w:jc w:val="center"/>
            </w:pPr>
            <w:r w:rsidRPr="00566D6A">
              <w:t>2020</w:t>
            </w:r>
          </w:p>
          <w:p w:rsidR="00394721" w:rsidRPr="00566D6A" w:rsidRDefault="00394721" w:rsidP="00566D6A">
            <w:pPr>
              <w:jc w:val="center"/>
            </w:pPr>
            <w:r w:rsidRPr="00566D6A">
              <w:t>год</w:t>
            </w:r>
          </w:p>
        </w:tc>
        <w:tc>
          <w:tcPr>
            <w:tcW w:w="708" w:type="dxa"/>
          </w:tcPr>
          <w:p w:rsidR="00394721" w:rsidRPr="00566D6A" w:rsidRDefault="00394721" w:rsidP="00566D6A">
            <w:pPr>
              <w:jc w:val="center"/>
            </w:pPr>
            <w:r w:rsidRPr="00566D6A">
              <w:t>2021</w:t>
            </w:r>
          </w:p>
          <w:p w:rsidR="00394721" w:rsidRPr="00566D6A" w:rsidRDefault="00394721" w:rsidP="00566D6A">
            <w:pPr>
              <w:jc w:val="center"/>
            </w:pPr>
            <w:r w:rsidRPr="00566D6A">
              <w:t>год</w:t>
            </w:r>
          </w:p>
        </w:tc>
        <w:tc>
          <w:tcPr>
            <w:tcW w:w="709" w:type="dxa"/>
          </w:tcPr>
          <w:p w:rsidR="00394721" w:rsidRPr="00566D6A" w:rsidRDefault="00394721" w:rsidP="00566D6A">
            <w:pPr>
              <w:jc w:val="center"/>
            </w:pPr>
            <w:r w:rsidRPr="00566D6A">
              <w:t>2022</w:t>
            </w:r>
          </w:p>
          <w:p w:rsidR="00394721" w:rsidRPr="00566D6A" w:rsidRDefault="00394721" w:rsidP="00566D6A">
            <w:pPr>
              <w:jc w:val="center"/>
            </w:pPr>
            <w:r w:rsidRPr="00566D6A">
              <w:t>год</w:t>
            </w:r>
          </w:p>
        </w:tc>
        <w:tc>
          <w:tcPr>
            <w:tcW w:w="709" w:type="dxa"/>
          </w:tcPr>
          <w:p w:rsidR="00394721" w:rsidRPr="00566D6A" w:rsidRDefault="00394721" w:rsidP="00566D6A">
            <w:pPr>
              <w:jc w:val="center"/>
            </w:pPr>
            <w:r w:rsidRPr="00566D6A">
              <w:t>2023</w:t>
            </w:r>
          </w:p>
          <w:p w:rsidR="00394721" w:rsidRPr="00566D6A" w:rsidRDefault="00394721" w:rsidP="00566D6A">
            <w:pPr>
              <w:jc w:val="center"/>
            </w:pPr>
            <w:r w:rsidRPr="00566D6A">
              <w:t>год</w:t>
            </w:r>
          </w:p>
        </w:tc>
        <w:tc>
          <w:tcPr>
            <w:tcW w:w="709" w:type="dxa"/>
          </w:tcPr>
          <w:p w:rsidR="00394721" w:rsidRPr="00566D6A" w:rsidRDefault="00394721" w:rsidP="00566D6A">
            <w:pPr>
              <w:jc w:val="center"/>
            </w:pPr>
            <w:r w:rsidRPr="00566D6A">
              <w:t>2024</w:t>
            </w:r>
          </w:p>
          <w:p w:rsidR="00394721" w:rsidRPr="00566D6A" w:rsidRDefault="00394721" w:rsidP="00566D6A">
            <w:pPr>
              <w:jc w:val="center"/>
            </w:pPr>
            <w:r w:rsidRPr="00566D6A">
              <w:t>год</w:t>
            </w:r>
          </w:p>
        </w:tc>
      </w:tr>
      <w:tr w:rsidR="00394721" w:rsidRPr="00566D6A" w:rsidTr="00566D6A">
        <w:trPr>
          <w:trHeight w:val="1128"/>
        </w:trPr>
        <w:tc>
          <w:tcPr>
            <w:tcW w:w="828" w:type="dxa"/>
          </w:tcPr>
          <w:p w:rsidR="00394721" w:rsidRPr="00566D6A" w:rsidRDefault="00394721" w:rsidP="00FD011C">
            <w:r w:rsidRPr="00566D6A">
              <w:t>1.</w:t>
            </w:r>
          </w:p>
        </w:tc>
        <w:tc>
          <w:tcPr>
            <w:tcW w:w="2679" w:type="dxa"/>
          </w:tcPr>
          <w:p w:rsidR="00394721" w:rsidRPr="00566D6A" w:rsidRDefault="00394721" w:rsidP="00566D6A">
            <w:r w:rsidRPr="00566D6A">
              <w:t xml:space="preserve"> Цель программы:  Создание условий для развития и реализации культурного и духовного потенциала населения города</w:t>
            </w:r>
          </w:p>
        </w:tc>
        <w:tc>
          <w:tcPr>
            <w:tcW w:w="712" w:type="dxa"/>
          </w:tcPr>
          <w:p w:rsidR="00394721" w:rsidRPr="00566D6A" w:rsidRDefault="00394721" w:rsidP="00FD011C"/>
        </w:tc>
        <w:tc>
          <w:tcPr>
            <w:tcW w:w="850" w:type="dxa"/>
          </w:tcPr>
          <w:p w:rsidR="00394721" w:rsidRPr="00566D6A" w:rsidRDefault="00394721" w:rsidP="00FD011C"/>
        </w:tc>
        <w:tc>
          <w:tcPr>
            <w:tcW w:w="851" w:type="dxa"/>
          </w:tcPr>
          <w:p w:rsidR="00394721" w:rsidRPr="00566D6A" w:rsidRDefault="00394721" w:rsidP="00FD011C"/>
        </w:tc>
        <w:tc>
          <w:tcPr>
            <w:tcW w:w="851" w:type="dxa"/>
          </w:tcPr>
          <w:p w:rsidR="00394721" w:rsidRPr="00566D6A" w:rsidRDefault="00394721" w:rsidP="00FD011C"/>
        </w:tc>
        <w:tc>
          <w:tcPr>
            <w:tcW w:w="850" w:type="dxa"/>
          </w:tcPr>
          <w:p w:rsidR="00394721" w:rsidRPr="00566D6A" w:rsidRDefault="00394721" w:rsidP="00FD011C"/>
        </w:tc>
        <w:tc>
          <w:tcPr>
            <w:tcW w:w="851" w:type="dxa"/>
          </w:tcPr>
          <w:p w:rsidR="00394721" w:rsidRPr="00566D6A" w:rsidRDefault="00394721" w:rsidP="00FD011C"/>
        </w:tc>
        <w:tc>
          <w:tcPr>
            <w:tcW w:w="708" w:type="dxa"/>
          </w:tcPr>
          <w:p w:rsidR="00394721" w:rsidRPr="00566D6A" w:rsidRDefault="00394721" w:rsidP="00FD011C"/>
        </w:tc>
        <w:tc>
          <w:tcPr>
            <w:tcW w:w="709" w:type="dxa"/>
          </w:tcPr>
          <w:p w:rsidR="00394721" w:rsidRPr="00566D6A" w:rsidRDefault="00394721" w:rsidP="00FD011C"/>
        </w:tc>
        <w:tc>
          <w:tcPr>
            <w:tcW w:w="709" w:type="dxa"/>
          </w:tcPr>
          <w:p w:rsidR="00394721" w:rsidRPr="00566D6A" w:rsidRDefault="00394721" w:rsidP="00FD011C"/>
        </w:tc>
        <w:tc>
          <w:tcPr>
            <w:tcW w:w="709" w:type="dxa"/>
          </w:tcPr>
          <w:p w:rsidR="00394721" w:rsidRPr="00566D6A" w:rsidRDefault="00394721" w:rsidP="00FD011C"/>
        </w:tc>
        <w:tc>
          <w:tcPr>
            <w:tcW w:w="708" w:type="dxa"/>
          </w:tcPr>
          <w:p w:rsidR="00394721" w:rsidRPr="00566D6A" w:rsidRDefault="00394721" w:rsidP="00FD011C"/>
        </w:tc>
        <w:tc>
          <w:tcPr>
            <w:tcW w:w="709" w:type="dxa"/>
          </w:tcPr>
          <w:p w:rsidR="00394721" w:rsidRPr="00566D6A" w:rsidRDefault="00394721" w:rsidP="00FD011C"/>
        </w:tc>
        <w:tc>
          <w:tcPr>
            <w:tcW w:w="709" w:type="dxa"/>
          </w:tcPr>
          <w:p w:rsidR="00394721" w:rsidRPr="00566D6A" w:rsidRDefault="00394721" w:rsidP="00FD011C"/>
        </w:tc>
        <w:tc>
          <w:tcPr>
            <w:tcW w:w="709" w:type="dxa"/>
          </w:tcPr>
          <w:p w:rsidR="00394721" w:rsidRPr="00566D6A" w:rsidRDefault="00394721" w:rsidP="00FD011C"/>
        </w:tc>
      </w:tr>
      <w:tr w:rsidR="00394721" w:rsidRPr="00566D6A" w:rsidTr="00566D6A">
        <w:trPr>
          <w:trHeight w:val="237"/>
        </w:trPr>
        <w:tc>
          <w:tcPr>
            <w:tcW w:w="828" w:type="dxa"/>
          </w:tcPr>
          <w:p w:rsidR="00394721" w:rsidRPr="00566D6A" w:rsidRDefault="00394721" w:rsidP="00FD011C">
            <w:r w:rsidRPr="00566D6A">
              <w:t>1.1</w:t>
            </w:r>
          </w:p>
        </w:tc>
        <w:tc>
          <w:tcPr>
            <w:tcW w:w="2679" w:type="dxa"/>
          </w:tcPr>
          <w:p w:rsidR="00394721" w:rsidRPr="00566D6A" w:rsidRDefault="00394721" w:rsidP="00566D6A">
            <w:r w:rsidRPr="00566D6A">
              <w:t>Целевой показатель</w:t>
            </w:r>
          </w:p>
        </w:tc>
        <w:tc>
          <w:tcPr>
            <w:tcW w:w="712" w:type="dxa"/>
          </w:tcPr>
          <w:p w:rsidR="00394721" w:rsidRPr="00566D6A" w:rsidRDefault="00394721" w:rsidP="00FD011C"/>
        </w:tc>
        <w:tc>
          <w:tcPr>
            <w:tcW w:w="850" w:type="dxa"/>
          </w:tcPr>
          <w:p w:rsidR="00394721" w:rsidRPr="00566D6A" w:rsidRDefault="00394721" w:rsidP="00FD011C"/>
        </w:tc>
        <w:tc>
          <w:tcPr>
            <w:tcW w:w="851" w:type="dxa"/>
          </w:tcPr>
          <w:p w:rsidR="00394721" w:rsidRPr="00566D6A" w:rsidRDefault="00394721" w:rsidP="00FD011C"/>
        </w:tc>
        <w:tc>
          <w:tcPr>
            <w:tcW w:w="851" w:type="dxa"/>
          </w:tcPr>
          <w:p w:rsidR="00394721" w:rsidRPr="00566D6A" w:rsidRDefault="00394721" w:rsidP="00FD011C"/>
        </w:tc>
        <w:tc>
          <w:tcPr>
            <w:tcW w:w="850" w:type="dxa"/>
          </w:tcPr>
          <w:p w:rsidR="00394721" w:rsidRPr="00566D6A" w:rsidRDefault="00394721" w:rsidP="00FD011C"/>
        </w:tc>
        <w:tc>
          <w:tcPr>
            <w:tcW w:w="851" w:type="dxa"/>
          </w:tcPr>
          <w:p w:rsidR="00394721" w:rsidRPr="00566D6A" w:rsidRDefault="00394721" w:rsidP="00FD011C"/>
        </w:tc>
        <w:tc>
          <w:tcPr>
            <w:tcW w:w="708" w:type="dxa"/>
          </w:tcPr>
          <w:p w:rsidR="00394721" w:rsidRPr="00566D6A" w:rsidRDefault="00394721" w:rsidP="00FD011C"/>
        </w:tc>
        <w:tc>
          <w:tcPr>
            <w:tcW w:w="709" w:type="dxa"/>
          </w:tcPr>
          <w:p w:rsidR="00394721" w:rsidRPr="00566D6A" w:rsidRDefault="00394721" w:rsidP="00FD011C"/>
        </w:tc>
        <w:tc>
          <w:tcPr>
            <w:tcW w:w="709" w:type="dxa"/>
          </w:tcPr>
          <w:p w:rsidR="00394721" w:rsidRPr="00566D6A" w:rsidRDefault="00394721" w:rsidP="00FD011C"/>
        </w:tc>
        <w:tc>
          <w:tcPr>
            <w:tcW w:w="709" w:type="dxa"/>
          </w:tcPr>
          <w:p w:rsidR="00394721" w:rsidRPr="00566D6A" w:rsidRDefault="00394721" w:rsidP="00FD011C"/>
        </w:tc>
        <w:tc>
          <w:tcPr>
            <w:tcW w:w="708" w:type="dxa"/>
          </w:tcPr>
          <w:p w:rsidR="00394721" w:rsidRPr="00566D6A" w:rsidRDefault="00394721" w:rsidP="00FD011C"/>
        </w:tc>
        <w:tc>
          <w:tcPr>
            <w:tcW w:w="709" w:type="dxa"/>
          </w:tcPr>
          <w:p w:rsidR="00394721" w:rsidRPr="00566D6A" w:rsidRDefault="00394721" w:rsidP="00FD011C"/>
        </w:tc>
        <w:tc>
          <w:tcPr>
            <w:tcW w:w="709" w:type="dxa"/>
          </w:tcPr>
          <w:p w:rsidR="00394721" w:rsidRPr="00566D6A" w:rsidRDefault="00394721" w:rsidP="00FD011C"/>
        </w:tc>
        <w:tc>
          <w:tcPr>
            <w:tcW w:w="709" w:type="dxa"/>
          </w:tcPr>
          <w:p w:rsidR="00394721" w:rsidRPr="00566D6A" w:rsidRDefault="00394721" w:rsidP="00FD011C"/>
        </w:tc>
      </w:tr>
      <w:tr w:rsidR="00394721" w:rsidRPr="00566D6A" w:rsidTr="00566D6A">
        <w:trPr>
          <w:trHeight w:val="1127"/>
        </w:trPr>
        <w:tc>
          <w:tcPr>
            <w:tcW w:w="828" w:type="dxa"/>
          </w:tcPr>
          <w:p w:rsidR="00394721" w:rsidRPr="00566D6A" w:rsidRDefault="00394721" w:rsidP="00FD011C">
            <w:r w:rsidRPr="00566D6A">
              <w:t>1.1.1</w:t>
            </w:r>
          </w:p>
        </w:tc>
        <w:tc>
          <w:tcPr>
            <w:tcW w:w="2679" w:type="dxa"/>
          </w:tcPr>
          <w:p w:rsidR="00394721" w:rsidRPr="00566D6A" w:rsidRDefault="00394721" w:rsidP="00566D6A">
            <w:r w:rsidRPr="00566D6A">
              <w:t>Количество экземпляров новых изданий, поступивших в фонды общедоступных библиотек в расчете на 1 тыс. жителей</w:t>
            </w:r>
          </w:p>
        </w:tc>
        <w:tc>
          <w:tcPr>
            <w:tcW w:w="712" w:type="dxa"/>
          </w:tcPr>
          <w:p w:rsidR="00394721" w:rsidRPr="00566D6A" w:rsidRDefault="00394721" w:rsidP="00FD011C">
            <w:r w:rsidRPr="00566D6A">
              <w:t>Экз.</w:t>
            </w:r>
          </w:p>
        </w:tc>
        <w:tc>
          <w:tcPr>
            <w:tcW w:w="850" w:type="dxa"/>
          </w:tcPr>
          <w:p w:rsidR="00394721" w:rsidRPr="00566D6A" w:rsidRDefault="00394721" w:rsidP="00FD011C">
            <w:r w:rsidRPr="00566D6A">
              <w:t>17,3</w:t>
            </w:r>
          </w:p>
        </w:tc>
        <w:tc>
          <w:tcPr>
            <w:tcW w:w="851" w:type="dxa"/>
          </w:tcPr>
          <w:p w:rsidR="00394721" w:rsidRPr="00566D6A" w:rsidRDefault="00394721" w:rsidP="00FD011C">
            <w:r w:rsidRPr="00566D6A">
              <w:t>23,0</w:t>
            </w:r>
          </w:p>
        </w:tc>
        <w:tc>
          <w:tcPr>
            <w:tcW w:w="851" w:type="dxa"/>
          </w:tcPr>
          <w:p w:rsidR="00394721" w:rsidRPr="00566D6A" w:rsidRDefault="00394721" w:rsidP="00FD011C">
            <w:r w:rsidRPr="00566D6A">
              <w:t>23,4</w:t>
            </w:r>
          </w:p>
        </w:tc>
        <w:tc>
          <w:tcPr>
            <w:tcW w:w="850" w:type="dxa"/>
          </w:tcPr>
          <w:p w:rsidR="00394721" w:rsidRPr="00566D6A" w:rsidRDefault="00394721" w:rsidP="00FD011C">
            <w:r w:rsidRPr="00566D6A">
              <w:t>23,6</w:t>
            </w:r>
          </w:p>
        </w:tc>
        <w:tc>
          <w:tcPr>
            <w:tcW w:w="851" w:type="dxa"/>
          </w:tcPr>
          <w:p w:rsidR="00394721" w:rsidRPr="00566D6A" w:rsidRDefault="00394721" w:rsidP="00FD011C">
            <w:r w:rsidRPr="00566D6A">
              <w:t>23,8</w:t>
            </w:r>
          </w:p>
        </w:tc>
        <w:tc>
          <w:tcPr>
            <w:tcW w:w="708" w:type="dxa"/>
          </w:tcPr>
          <w:p w:rsidR="00394721" w:rsidRPr="00566D6A" w:rsidRDefault="00394721" w:rsidP="00FD011C">
            <w:r w:rsidRPr="00566D6A">
              <w:t>23,8</w:t>
            </w:r>
          </w:p>
        </w:tc>
        <w:tc>
          <w:tcPr>
            <w:tcW w:w="709" w:type="dxa"/>
          </w:tcPr>
          <w:p w:rsidR="00394721" w:rsidRPr="00566D6A" w:rsidRDefault="00394721" w:rsidP="00FD011C">
            <w:r w:rsidRPr="00566D6A">
              <w:t>23,8</w:t>
            </w:r>
          </w:p>
        </w:tc>
        <w:tc>
          <w:tcPr>
            <w:tcW w:w="709" w:type="dxa"/>
          </w:tcPr>
          <w:p w:rsidR="00394721" w:rsidRPr="00566D6A" w:rsidRDefault="00394721" w:rsidP="00FD011C">
            <w:r w:rsidRPr="00566D6A">
              <w:t>23,8</w:t>
            </w:r>
          </w:p>
        </w:tc>
        <w:tc>
          <w:tcPr>
            <w:tcW w:w="709" w:type="dxa"/>
          </w:tcPr>
          <w:p w:rsidR="00394721" w:rsidRPr="00566D6A" w:rsidRDefault="00394721" w:rsidP="00FD011C">
            <w:r w:rsidRPr="00566D6A">
              <w:t>23,8</w:t>
            </w:r>
          </w:p>
        </w:tc>
        <w:tc>
          <w:tcPr>
            <w:tcW w:w="708" w:type="dxa"/>
          </w:tcPr>
          <w:p w:rsidR="00394721" w:rsidRPr="00566D6A" w:rsidRDefault="00394721" w:rsidP="00FD011C">
            <w:r w:rsidRPr="00566D6A">
              <w:t>23,8</w:t>
            </w:r>
          </w:p>
        </w:tc>
        <w:tc>
          <w:tcPr>
            <w:tcW w:w="709" w:type="dxa"/>
          </w:tcPr>
          <w:p w:rsidR="00394721" w:rsidRPr="00566D6A" w:rsidRDefault="00394721" w:rsidP="00FD011C">
            <w:r w:rsidRPr="00566D6A">
              <w:t>23,8</w:t>
            </w:r>
          </w:p>
        </w:tc>
        <w:tc>
          <w:tcPr>
            <w:tcW w:w="709" w:type="dxa"/>
          </w:tcPr>
          <w:p w:rsidR="00394721" w:rsidRPr="00566D6A" w:rsidRDefault="00394721" w:rsidP="00FD011C">
            <w:r w:rsidRPr="00566D6A">
              <w:t>23,8</w:t>
            </w:r>
          </w:p>
        </w:tc>
        <w:tc>
          <w:tcPr>
            <w:tcW w:w="709" w:type="dxa"/>
          </w:tcPr>
          <w:p w:rsidR="00394721" w:rsidRPr="00566D6A" w:rsidRDefault="00394721" w:rsidP="00FD011C">
            <w:r w:rsidRPr="00566D6A">
              <w:t>23,8</w:t>
            </w:r>
          </w:p>
        </w:tc>
      </w:tr>
      <w:tr w:rsidR="00394721" w:rsidRPr="00566D6A" w:rsidTr="00566D6A">
        <w:trPr>
          <w:trHeight w:val="1408"/>
        </w:trPr>
        <w:tc>
          <w:tcPr>
            <w:tcW w:w="828" w:type="dxa"/>
          </w:tcPr>
          <w:p w:rsidR="00394721" w:rsidRPr="00566D6A" w:rsidRDefault="00394721" w:rsidP="00FD011C">
            <w:r w:rsidRPr="00566D6A">
              <w:t>1.1.2</w:t>
            </w:r>
          </w:p>
        </w:tc>
        <w:tc>
          <w:tcPr>
            <w:tcW w:w="2679" w:type="dxa"/>
          </w:tcPr>
          <w:p w:rsidR="00394721" w:rsidRPr="00566D6A" w:rsidRDefault="00394721" w:rsidP="00566D6A">
            <w:r w:rsidRPr="00566D6A"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712" w:type="dxa"/>
          </w:tcPr>
          <w:p w:rsidR="00394721" w:rsidRPr="00566D6A" w:rsidRDefault="00394721" w:rsidP="00FD011C">
            <w:r w:rsidRPr="00566D6A">
              <w:t>%</w:t>
            </w:r>
          </w:p>
        </w:tc>
        <w:tc>
          <w:tcPr>
            <w:tcW w:w="850" w:type="dxa"/>
          </w:tcPr>
          <w:p w:rsidR="00394721" w:rsidRPr="00566D6A" w:rsidRDefault="00394721" w:rsidP="00FD011C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208,39</w:t>
            </w:r>
          </w:p>
        </w:tc>
        <w:tc>
          <w:tcPr>
            <w:tcW w:w="851" w:type="dxa"/>
          </w:tcPr>
          <w:p w:rsidR="00394721" w:rsidRPr="00566D6A" w:rsidRDefault="00394721" w:rsidP="00FD011C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210,62</w:t>
            </w:r>
          </w:p>
        </w:tc>
        <w:tc>
          <w:tcPr>
            <w:tcW w:w="851" w:type="dxa"/>
          </w:tcPr>
          <w:p w:rsidR="00394721" w:rsidRPr="00566D6A" w:rsidRDefault="00394721" w:rsidP="00FD011C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211,43</w:t>
            </w:r>
          </w:p>
        </w:tc>
        <w:tc>
          <w:tcPr>
            <w:tcW w:w="850" w:type="dxa"/>
          </w:tcPr>
          <w:p w:rsidR="00394721" w:rsidRPr="00566D6A" w:rsidRDefault="00394721" w:rsidP="00FD011C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212,72</w:t>
            </w:r>
          </w:p>
        </w:tc>
        <w:tc>
          <w:tcPr>
            <w:tcW w:w="851" w:type="dxa"/>
          </w:tcPr>
          <w:p w:rsidR="00394721" w:rsidRPr="00566D6A" w:rsidRDefault="00394721" w:rsidP="00FD011C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213,16</w:t>
            </w:r>
          </w:p>
        </w:tc>
        <w:tc>
          <w:tcPr>
            <w:tcW w:w="708" w:type="dxa"/>
          </w:tcPr>
          <w:p w:rsidR="00394721" w:rsidRPr="00566D6A" w:rsidRDefault="00394721" w:rsidP="00FD011C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</w:t>
            </w:r>
          </w:p>
        </w:tc>
        <w:tc>
          <w:tcPr>
            <w:tcW w:w="709" w:type="dxa"/>
          </w:tcPr>
          <w:p w:rsidR="00394721" w:rsidRPr="00566D6A" w:rsidRDefault="00394721" w:rsidP="00FD011C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</w:t>
            </w:r>
          </w:p>
        </w:tc>
        <w:tc>
          <w:tcPr>
            <w:tcW w:w="709" w:type="dxa"/>
          </w:tcPr>
          <w:p w:rsidR="00394721" w:rsidRPr="00566D6A" w:rsidRDefault="00394721" w:rsidP="00FD011C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</w:t>
            </w:r>
          </w:p>
        </w:tc>
        <w:tc>
          <w:tcPr>
            <w:tcW w:w="709" w:type="dxa"/>
          </w:tcPr>
          <w:p w:rsidR="00394721" w:rsidRPr="00566D6A" w:rsidRDefault="00394721" w:rsidP="00FD011C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</w:t>
            </w:r>
          </w:p>
        </w:tc>
        <w:tc>
          <w:tcPr>
            <w:tcW w:w="708" w:type="dxa"/>
          </w:tcPr>
          <w:p w:rsidR="00394721" w:rsidRPr="00566D6A" w:rsidRDefault="00394721" w:rsidP="00FD011C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</w:t>
            </w:r>
          </w:p>
        </w:tc>
        <w:tc>
          <w:tcPr>
            <w:tcW w:w="709" w:type="dxa"/>
          </w:tcPr>
          <w:p w:rsidR="00394721" w:rsidRPr="00566D6A" w:rsidRDefault="00394721" w:rsidP="00FD011C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</w:t>
            </w:r>
          </w:p>
        </w:tc>
        <w:tc>
          <w:tcPr>
            <w:tcW w:w="709" w:type="dxa"/>
          </w:tcPr>
          <w:p w:rsidR="00394721" w:rsidRPr="00566D6A" w:rsidRDefault="00394721" w:rsidP="00FD011C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</w:t>
            </w:r>
          </w:p>
        </w:tc>
        <w:tc>
          <w:tcPr>
            <w:tcW w:w="709" w:type="dxa"/>
          </w:tcPr>
          <w:p w:rsidR="00394721" w:rsidRPr="00566D6A" w:rsidRDefault="00394721" w:rsidP="00FD011C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</w:t>
            </w:r>
          </w:p>
        </w:tc>
      </w:tr>
      <w:tr w:rsidR="00394721" w:rsidRPr="00566D6A" w:rsidTr="00566D6A">
        <w:trPr>
          <w:trHeight w:val="1271"/>
        </w:trPr>
        <w:tc>
          <w:tcPr>
            <w:tcW w:w="828" w:type="dxa"/>
          </w:tcPr>
          <w:p w:rsidR="00394721" w:rsidRPr="00566D6A" w:rsidRDefault="00394721" w:rsidP="00FD011C">
            <w:r w:rsidRPr="00566D6A">
              <w:t>1.1.3</w:t>
            </w:r>
          </w:p>
        </w:tc>
        <w:tc>
          <w:tcPr>
            <w:tcW w:w="2679" w:type="dxa"/>
            <w:tcBorders>
              <w:top w:val="nil"/>
            </w:tcBorders>
          </w:tcPr>
          <w:p w:rsidR="00394721" w:rsidRPr="00566D6A" w:rsidRDefault="00394721" w:rsidP="00566D6A">
            <w:r w:rsidRPr="00566D6A"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</w:tc>
        <w:tc>
          <w:tcPr>
            <w:tcW w:w="712" w:type="dxa"/>
          </w:tcPr>
          <w:p w:rsidR="00394721" w:rsidRPr="00566D6A" w:rsidRDefault="00394721" w:rsidP="00FD011C">
            <w:r w:rsidRPr="00566D6A">
              <w:t>%</w:t>
            </w:r>
          </w:p>
        </w:tc>
        <w:tc>
          <w:tcPr>
            <w:tcW w:w="850" w:type="dxa"/>
          </w:tcPr>
          <w:p w:rsidR="00394721" w:rsidRPr="00566D6A" w:rsidRDefault="00394721" w:rsidP="00FD011C">
            <w:r w:rsidRPr="00566D6A">
              <w:t>12,0</w:t>
            </w:r>
          </w:p>
        </w:tc>
        <w:tc>
          <w:tcPr>
            <w:tcW w:w="851" w:type="dxa"/>
          </w:tcPr>
          <w:p w:rsidR="00394721" w:rsidRPr="00566D6A" w:rsidRDefault="00394721" w:rsidP="00FD011C">
            <w:r w:rsidRPr="00566D6A">
              <w:t>44,0</w:t>
            </w:r>
          </w:p>
        </w:tc>
        <w:tc>
          <w:tcPr>
            <w:tcW w:w="851" w:type="dxa"/>
          </w:tcPr>
          <w:p w:rsidR="00394721" w:rsidRPr="00566D6A" w:rsidRDefault="00394721" w:rsidP="00FD011C">
            <w:r w:rsidRPr="00566D6A">
              <w:t>50,0</w:t>
            </w:r>
          </w:p>
        </w:tc>
        <w:tc>
          <w:tcPr>
            <w:tcW w:w="850" w:type="dxa"/>
          </w:tcPr>
          <w:p w:rsidR="00394721" w:rsidRPr="00566D6A" w:rsidRDefault="00394721" w:rsidP="00FD011C">
            <w:r w:rsidRPr="00566D6A">
              <w:t>0,32</w:t>
            </w:r>
          </w:p>
        </w:tc>
        <w:tc>
          <w:tcPr>
            <w:tcW w:w="851" w:type="dxa"/>
          </w:tcPr>
          <w:p w:rsidR="00394721" w:rsidRPr="00566D6A" w:rsidRDefault="00394721" w:rsidP="00FD011C">
            <w:r w:rsidRPr="00566D6A">
              <w:t>0,33</w:t>
            </w:r>
          </w:p>
        </w:tc>
        <w:tc>
          <w:tcPr>
            <w:tcW w:w="708" w:type="dxa"/>
          </w:tcPr>
          <w:p w:rsidR="00394721" w:rsidRPr="00566D6A" w:rsidRDefault="00394721" w:rsidP="00FD011C">
            <w:r w:rsidRPr="00566D6A">
              <w:t>0,33</w:t>
            </w:r>
          </w:p>
        </w:tc>
        <w:tc>
          <w:tcPr>
            <w:tcW w:w="709" w:type="dxa"/>
          </w:tcPr>
          <w:p w:rsidR="00394721" w:rsidRPr="00566D6A" w:rsidRDefault="00394721" w:rsidP="00FD011C">
            <w:r w:rsidRPr="00566D6A">
              <w:t>0,33</w:t>
            </w:r>
          </w:p>
        </w:tc>
        <w:tc>
          <w:tcPr>
            <w:tcW w:w="709" w:type="dxa"/>
          </w:tcPr>
          <w:p w:rsidR="00394721" w:rsidRPr="00566D6A" w:rsidRDefault="00394721" w:rsidP="00FD011C">
            <w:r w:rsidRPr="00566D6A">
              <w:t>0,33</w:t>
            </w:r>
          </w:p>
        </w:tc>
        <w:tc>
          <w:tcPr>
            <w:tcW w:w="709" w:type="dxa"/>
          </w:tcPr>
          <w:p w:rsidR="00394721" w:rsidRPr="00566D6A" w:rsidRDefault="00394721" w:rsidP="00FD011C">
            <w:r w:rsidRPr="00566D6A">
              <w:t>0,33</w:t>
            </w:r>
          </w:p>
        </w:tc>
        <w:tc>
          <w:tcPr>
            <w:tcW w:w="708" w:type="dxa"/>
          </w:tcPr>
          <w:p w:rsidR="00394721" w:rsidRPr="00566D6A" w:rsidRDefault="00394721" w:rsidP="00FD011C">
            <w:r w:rsidRPr="00566D6A">
              <w:t>0,33</w:t>
            </w:r>
          </w:p>
        </w:tc>
        <w:tc>
          <w:tcPr>
            <w:tcW w:w="709" w:type="dxa"/>
          </w:tcPr>
          <w:p w:rsidR="00394721" w:rsidRPr="00566D6A" w:rsidRDefault="00394721" w:rsidP="00FD011C">
            <w:r w:rsidRPr="00566D6A">
              <w:t>0,33</w:t>
            </w:r>
          </w:p>
        </w:tc>
        <w:tc>
          <w:tcPr>
            <w:tcW w:w="709" w:type="dxa"/>
          </w:tcPr>
          <w:p w:rsidR="00394721" w:rsidRPr="00566D6A" w:rsidRDefault="00394721" w:rsidP="00FD011C">
            <w:r w:rsidRPr="00566D6A">
              <w:t>0,33</w:t>
            </w:r>
          </w:p>
        </w:tc>
        <w:tc>
          <w:tcPr>
            <w:tcW w:w="709" w:type="dxa"/>
          </w:tcPr>
          <w:p w:rsidR="00394721" w:rsidRPr="00566D6A" w:rsidRDefault="00394721" w:rsidP="00FD011C">
            <w:r w:rsidRPr="00566D6A">
              <w:t>0,33</w:t>
            </w:r>
          </w:p>
        </w:tc>
      </w:tr>
    </w:tbl>
    <w:p w:rsidR="00394721" w:rsidRPr="00566D6A" w:rsidRDefault="00394721"/>
    <w:p w:rsidR="00394721" w:rsidRDefault="00394721">
      <w:r>
        <w:t>Начальник Отдела культуры</w:t>
      </w:r>
    </w:p>
    <w:p w:rsidR="00394721" w:rsidRDefault="00394721">
      <w:r>
        <w:t xml:space="preserve">Администрации города Шарыпово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Ю.В.Рудь </w:t>
      </w:r>
    </w:p>
    <w:sectPr w:rsidR="00394721" w:rsidSect="00566D6A">
      <w:pgSz w:w="16838" w:h="11906" w:orient="landscape"/>
      <w:pgMar w:top="125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60DB"/>
    <w:rsid w:val="00003B42"/>
    <w:rsid w:val="000145B6"/>
    <w:rsid w:val="00014913"/>
    <w:rsid w:val="000151B5"/>
    <w:rsid w:val="0002398E"/>
    <w:rsid w:val="00031E76"/>
    <w:rsid w:val="00032059"/>
    <w:rsid w:val="00034DBF"/>
    <w:rsid w:val="0003760C"/>
    <w:rsid w:val="0003766C"/>
    <w:rsid w:val="000433AE"/>
    <w:rsid w:val="0004519C"/>
    <w:rsid w:val="0004623E"/>
    <w:rsid w:val="00046B16"/>
    <w:rsid w:val="00052843"/>
    <w:rsid w:val="000528E0"/>
    <w:rsid w:val="00054ECA"/>
    <w:rsid w:val="00060362"/>
    <w:rsid w:val="00067926"/>
    <w:rsid w:val="00070B85"/>
    <w:rsid w:val="00071086"/>
    <w:rsid w:val="0008009E"/>
    <w:rsid w:val="000943DB"/>
    <w:rsid w:val="0009635D"/>
    <w:rsid w:val="000A411D"/>
    <w:rsid w:val="000A6322"/>
    <w:rsid w:val="000A7E71"/>
    <w:rsid w:val="000B6181"/>
    <w:rsid w:val="000B6507"/>
    <w:rsid w:val="000C1BE2"/>
    <w:rsid w:val="000C3845"/>
    <w:rsid w:val="000C3EA2"/>
    <w:rsid w:val="000C6D7F"/>
    <w:rsid w:val="000D0EF0"/>
    <w:rsid w:val="000E54BA"/>
    <w:rsid w:val="000E78CC"/>
    <w:rsid w:val="000E7BA0"/>
    <w:rsid w:val="000F4F41"/>
    <w:rsid w:val="000F60A3"/>
    <w:rsid w:val="000F682A"/>
    <w:rsid w:val="00107431"/>
    <w:rsid w:val="001119D3"/>
    <w:rsid w:val="00113635"/>
    <w:rsid w:val="00114814"/>
    <w:rsid w:val="00120D03"/>
    <w:rsid w:val="001312B7"/>
    <w:rsid w:val="001316BF"/>
    <w:rsid w:val="001339B0"/>
    <w:rsid w:val="00133D10"/>
    <w:rsid w:val="00134336"/>
    <w:rsid w:val="00146F23"/>
    <w:rsid w:val="00151247"/>
    <w:rsid w:val="0015698A"/>
    <w:rsid w:val="00156ADF"/>
    <w:rsid w:val="00156DDE"/>
    <w:rsid w:val="00162296"/>
    <w:rsid w:val="00162F5E"/>
    <w:rsid w:val="00171772"/>
    <w:rsid w:val="00174847"/>
    <w:rsid w:val="001842D9"/>
    <w:rsid w:val="001855E1"/>
    <w:rsid w:val="00191F71"/>
    <w:rsid w:val="001954E8"/>
    <w:rsid w:val="00196464"/>
    <w:rsid w:val="001A60F2"/>
    <w:rsid w:val="001A6607"/>
    <w:rsid w:val="001C2206"/>
    <w:rsid w:val="001C6C1B"/>
    <w:rsid w:val="001D0711"/>
    <w:rsid w:val="001D079D"/>
    <w:rsid w:val="001D127A"/>
    <w:rsid w:val="001D180B"/>
    <w:rsid w:val="001D7085"/>
    <w:rsid w:val="001E3BE4"/>
    <w:rsid w:val="001E45BA"/>
    <w:rsid w:val="001E758A"/>
    <w:rsid w:val="001F2AE1"/>
    <w:rsid w:val="001F5B30"/>
    <w:rsid w:val="002034F2"/>
    <w:rsid w:val="00203E0A"/>
    <w:rsid w:val="00210DF3"/>
    <w:rsid w:val="00217A62"/>
    <w:rsid w:val="0022193C"/>
    <w:rsid w:val="002244DF"/>
    <w:rsid w:val="002275EA"/>
    <w:rsid w:val="00231E37"/>
    <w:rsid w:val="0024204D"/>
    <w:rsid w:val="002420AD"/>
    <w:rsid w:val="00243059"/>
    <w:rsid w:val="002432FB"/>
    <w:rsid w:val="00247032"/>
    <w:rsid w:val="00247863"/>
    <w:rsid w:val="0025269A"/>
    <w:rsid w:val="002561A6"/>
    <w:rsid w:val="002607A0"/>
    <w:rsid w:val="0026368C"/>
    <w:rsid w:val="002700E6"/>
    <w:rsid w:val="00286A24"/>
    <w:rsid w:val="00287B07"/>
    <w:rsid w:val="002942C0"/>
    <w:rsid w:val="00294541"/>
    <w:rsid w:val="00295844"/>
    <w:rsid w:val="002A0146"/>
    <w:rsid w:val="002A0546"/>
    <w:rsid w:val="002C7702"/>
    <w:rsid w:val="002D6B87"/>
    <w:rsid w:val="002D6BD4"/>
    <w:rsid w:val="002F1570"/>
    <w:rsid w:val="002F1FA6"/>
    <w:rsid w:val="002F26F9"/>
    <w:rsid w:val="002F2DA8"/>
    <w:rsid w:val="002F2DC0"/>
    <w:rsid w:val="002F4F87"/>
    <w:rsid w:val="002F50B0"/>
    <w:rsid w:val="002F6A3A"/>
    <w:rsid w:val="002F7A32"/>
    <w:rsid w:val="0030039D"/>
    <w:rsid w:val="00302080"/>
    <w:rsid w:val="00303D5F"/>
    <w:rsid w:val="00304208"/>
    <w:rsid w:val="0031066F"/>
    <w:rsid w:val="0032327A"/>
    <w:rsid w:val="003331CC"/>
    <w:rsid w:val="00334460"/>
    <w:rsid w:val="003406B7"/>
    <w:rsid w:val="00354AA0"/>
    <w:rsid w:val="00356D33"/>
    <w:rsid w:val="0036025E"/>
    <w:rsid w:val="00360A2B"/>
    <w:rsid w:val="0037018F"/>
    <w:rsid w:val="00373A04"/>
    <w:rsid w:val="00390C95"/>
    <w:rsid w:val="00391576"/>
    <w:rsid w:val="00391CB8"/>
    <w:rsid w:val="00392AF9"/>
    <w:rsid w:val="00392E62"/>
    <w:rsid w:val="003931A8"/>
    <w:rsid w:val="00394721"/>
    <w:rsid w:val="00396387"/>
    <w:rsid w:val="0039692A"/>
    <w:rsid w:val="003A45C1"/>
    <w:rsid w:val="003A5A7B"/>
    <w:rsid w:val="003A5C20"/>
    <w:rsid w:val="003A6BB7"/>
    <w:rsid w:val="003B0D6E"/>
    <w:rsid w:val="003C3F0B"/>
    <w:rsid w:val="003C527C"/>
    <w:rsid w:val="003D23E0"/>
    <w:rsid w:val="003D39DA"/>
    <w:rsid w:val="003D5708"/>
    <w:rsid w:val="003F164A"/>
    <w:rsid w:val="00400017"/>
    <w:rsid w:val="00405F40"/>
    <w:rsid w:val="004065B2"/>
    <w:rsid w:val="004157FF"/>
    <w:rsid w:val="00420BCE"/>
    <w:rsid w:val="00421D21"/>
    <w:rsid w:val="00423B60"/>
    <w:rsid w:val="00426A65"/>
    <w:rsid w:val="00426F01"/>
    <w:rsid w:val="00441158"/>
    <w:rsid w:val="0045046F"/>
    <w:rsid w:val="004520D4"/>
    <w:rsid w:val="00454216"/>
    <w:rsid w:val="00456452"/>
    <w:rsid w:val="004571CF"/>
    <w:rsid w:val="00457357"/>
    <w:rsid w:val="0045774A"/>
    <w:rsid w:val="00461C8E"/>
    <w:rsid w:val="004658D4"/>
    <w:rsid w:val="00465EA9"/>
    <w:rsid w:val="00473735"/>
    <w:rsid w:val="004747A2"/>
    <w:rsid w:val="004754C5"/>
    <w:rsid w:val="004817C5"/>
    <w:rsid w:val="004976FA"/>
    <w:rsid w:val="00497AC1"/>
    <w:rsid w:val="004A5917"/>
    <w:rsid w:val="004C0B89"/>
    <w:rsid w:val="004C371A"/>
    <w:rsid w:val="004C570C"/>
    <w:rsid w:val="004C686C"/>
    <w:rsid w:val="004D1E10"/>
    <w:rsid w:val="004E040C"/>
    <w:rsid w:val="004E2181"/>
    <w:rsid w:val="004E444C"/>
    <w:rsid w:val="004E6BEC"/>
    <w:rsid w:val="004F3485"/>
    <w:rsid w:val="004F3D1E"/>
    <w:rsid w:val="00502112"/>
    <w:rsid w:val="005116A3"/>
    <w:rsid w:val="00534E8F"/>
    <w:rsid w:val="005403E0"/>
    <w:rsid w:val="00543334"/>
    <w:rsid w:val="00556FF3"/>
    <w:rsid w:val="00557CE2"/>
    <w:rsid w:val="0056684F"/>
    <w:rsid w:val="00566D6A"/>
    <w:rsid w:val="00575664"/>
    <w:rsid w:val="005810D2"/>
    <w:rsid w:val="005A47FF"/>
    <w:rsid w:val="005A663C"/>
    <w:rsid w:val="005A7255"/>
    <w:rsid w:val="005A75EB"/>
    <w:rsid w:val="005B096A"/>
    <w:rsid w:val="005B15E9"/>
    <w:rsid w:val="005B1C3F"/>
    <w:rsid w:val="005B4408"/>
    <w:rsid w:val="005B5729"/>
    <w:rsid w:val="005B6E12"/>
    <w:rsid w:val="005C2570"/>
    <w:rsid w:val="005D3005"/>
    <w:rsid w:val="005E0107"/>
    <w:rsid w:val="005E13D9"/>
    <w:rsid w:val="005E181D"/>
    <w:rsid w:val="005E2A02"/>
    <w:rsid w:val="005E2F5A"/>
    <w:rsid w:val="005F067E"/>
    <w:rsid w:val="005F26C1"/>
    <w:rsid w:val="005F3D9C"/>
    <w:rsid w:val="005F4572"/>
    <w:rsid w:val="006062BC"/>
    <w:rsid w:val="00611647"/>
    <w:rsid w:val="00612215"/>
    <w:rsid w:val="0061248E"/>
    <w:rsid w:val="00613F1C"/>
    <w:rsid w:val="006147B6"/>
    <w:rsid w:val="0061752D"/>
    <w:rsid w:val="00625CF0"/>
    <w:rsid w:val="00631C47"/>
    <w:rsid w:val="00632F0A"/>
    <w:rsid w:val="0064546C"/>
    <w:rsid w:val="006524BD"/>
    <w:rsid w:val="00654244"/>
    <w:rsid w:val="00656BF0"/>
    <w:rsid w:val="006606E8"/>
    <w:rsid w:val="00661552"/>
    <w:rsid w:val="006677C4"/>
    <w:rsid w:val="00672A38"/>
    <w:rsid w:val="006775F4"/>
    <w:rsid w:val="0068066A"/>
    <w:rsid w:val="00681D29"/>
    <w:rsid w:val="00685FF2"/>
    <w:rsid w:val="006869BB"/>
    <w:rsid w:val="006903AA"/>
    <w:rsid w:val="0069139E"/>
    <w:rsid w:val="00693BC0"/>
    <w:rsid w:val="006A3295"/>
    <w:rsid w:val="006B0CFF"/>
    <w:rsid w:val="006B212A"/>
    <w:rsid w:val="006B467D"/>
    <w:rsid w:val="006B643D"/>
    <w:rsid w:val="006C2FF6"/>
    <w:rsid w:val="006C67DF"/>
    <w:rsid w:val="006D678C"/>
    <w:rsid w:val="006D7622"/>
    <w:rsid w:val="006F4255"/>
    <w:rsid w:val="006F6E4D"/>
    <w:rsid w:val="006F6FA5"/>
    <w:rsid w:val="0071701B"/>
    <w:rsid w:val="0071750D"/>
    <w:rsid w:val="00721B9F"/>
    <w:rsid w:val="00725561"/>
    <w:rsid w:val="0073255E"/>
    <w:rsid w:val="00732AE1"/>
    <w:rsid w:val="00734C97"/>
    <w:rsid w:val="00736A7D"/>
    <w:rsid w:val="0074202B"/>
    <w:rsid w:val="007431E0"/>
    <w:rsid w:val="00752B52"/>
    <w:rsid w:val="00755BDE"/>
    <w:rsid w:val="00761BD5"/>
    <w:rsid w:val="00761EF9"/>
    <w:rsid w:val="007622FE"/>
    <w:rsid w:val="00766BE1"/>
    <w:rsid w:val="0076763D"/>
    <w:rsid w:val="00770214"/>
    <w:rsid w:val="00771371"/>
    <w:rsid w:val="00771B45"/>
    <w:rsid w:val="00785335"/>
    <w:rsid w:val="0079604A"/>
    <w:rsid w:val="00797009"/>
    <w:rsid w:val="007A092E"/>
    <w:rsid w:val="007A1DBB"/>
    <w:rsid w:val="007A58F5"/>
    <w:rsid w:val="007A6A86"/>
    <w:rsid w:val="007A7688"/>
    <w:rsid w:val="007B5018"/>
    <w:rsid w:val="007B5DE7"/>
    <w:rsid w:val="007C142C"/>
    <w:rsid w:val="007C6BAF"/>
    <w:rsid w:val="007D7AEA"/>
    <w:rsid w:val="007E13B8"/>
    <w:rsid w:val="007E77B7"/>
    <w:rsid w:val="007F132C"/>
    <w:rsid w:val="00800DD6"/>
    <w:rsid w:val="0080368E"/>
    <w:rsid w:val="00804A84"/>
    <w:rsid w:val="00806F51"/>
    <w:rsid w:val="0081166B"/>
    <w:rsid w:val="00814BF4"/>
    <w:rsid w:val="008155FC"/>
    <w:rsid w:val="00820B20"/>
    <w:rsid w:val="00827B03"/>
    <w:rsid w:val="00831653"/>
    <w:rsid w:val="00832E47"/>
    <w:rsid w:val="008416BB"/>
    <w:rsid w:val="00852C64"/>
    <w:rsid w:val="008536D7"/>
    <w:rsid w:val="00855D95"/>
    <w:rsid w:val="00855D9E"/>
    <w:rsid w:val="00856CA9"/>
    <w:rsid w:val="00857F4F"/>
    <w:rsid w:val="00874D25"/>
    <w:rsid w:val="00874F5C"/>
    <w:rsid w:val="00884411"/>
    <w:rsid w:val="00885059"/>
    <w:rsid w:val="00886E0A"/>
    <w:rsid w:val="00896326"/>
    <w:rsid w:val="008C2F93"/>
    <w:rsid w:val="008D3865"/>
    <w:rsid w:val="008D493E"/>
    <w:rsid w:val="008E6367"/>
    <w:rsid w:val="008F065F"/>
    <w:rsid w:val="00900900"/>
    <w:rsid w:val="0090273C"/>
    <w:rsid w:val="0090490D"/>
    <w:rsid w:val="00906545"/>
    <w:rsid w:val="00910588"/>
    <w:rsid w:val="00913DCE"/>
    <w:rsid w:val="00916EB5"/>
    <w:rsid w:val="0091782C"/>
    <w:rsid w:val="00924BE0"/>
    <w:rsid w:val="00926729"/>
    <w:rsid w:val="009300BC"/>
    <w:rsid w:val="009532D1"/>
    <w:rsid w:val="0096045F"/>
    <w:rsid w:val="00960888"/>
    <w:rsid w:val="00964DD3"/>
    <w:rsid w:val="0096546F"/>
    <w:rsid w:val="009675F8"/>
    <w:rsid w:val="009763CB"/>
    <w:rsid w:val="009830E5"/>
    <w:rsid w:val="00986527"/>
    <w:rsid w:val="00986F9E"/>
    <w:rsid w:val="00993BC7"/>
    <w:rsid w:val="00994D63"/>
    <w:rsid w:val="009A7CD1"/>
    <w:rsid w:val="009B08B4"/>
    <w:rsid w:val="009B1AED"/>
    <w:rsid w:val="009C34C0"/>
    <w:rsid w:val="009C41B1"/>
    <w:rsid w:val="009C4315"/>
    <w:rsid w:val="009C497B"/>
    <w:rsid w:val="009D2DFB"/>
    <w:rsid w:val="009D4AA0"/>
    <w:rsid w:val="009E558E"/>
    <w:rsid w:val="009E76A9"/>
    <w:rsid w:val="009F359C"/>
    <w:rsid w:val="009F3656"/>
    <w:rsid w:val="00A01A88"/>
    <w:rsid w:val="00A01D45"/>
    <w:rsid w:val="00A1140E"/>
    <w:rsid w:val="00A12CE9"/>
    <w:rsid w:val="00A14188"/>
    <w:rsid w:val="00A260DB"/>
    <w:rsid w:val="00A358BC"/>
    <w:rsid w:val="00A35B15"/>
    <w:rsid w:val="00A3685F"/>
    <w:rsid w:val="00A45EDB"/>
    <w:rsid w:val="00A46B42"/>
    <w:rsid w:val="00A471EA"/>
    <w:rsid w:val="00A712A7"/>
    <w:rsid w:val="00A723C1"/>
    <w:rsid w:val="00A72E30"/>
    <w:rsid w:val="00A73F5B"/>
    <w:rsid w:val="00A75AC9"/>
    <w:rsid w:val="00A80CC3"/>
    <w:rsid w:val="00A87775"/>
    <w:rsid w:val="00A907AA"/>
    <w:rsid w:val="00A925A3"/>
    <w:rsid w:val="00A92E56"/>
    <w:rsid w:val="00AA090C"/>
    <w:rsid w:val="00AA3618"/>
    <w:rsid w:val="00AA5B4A"/>
    <w:rsid w:val="00AB54C3"/>
    <w:rsid w:val="00AB61EF"/>
    <w:rsid w:val="00AC6BE9"/>
    <w:rsid w:val="00AD272B"/>
    <w:rsid w:val="00AD2C3B"/>
    <w:rsid w:val="00AD44FB"/>
    <w:rsid w:val="00AD6549"/>
    <w:rsid w:val="00AE051E"/>
    <w:rsid w:val="00AE1B61"/>
    <w:rsid w:val="00AE2496"/>
    <w:rsid w:val="00AE59B4"/>
    <w:rsid w:val="00AF285A"/>
    <w:rsid w:val="00AF7936"/>
    <w:rsid w:val="00B02B1A"/>
    <w:rsid w:val="00B13EBE"/>
    <w:rsid w:val="00B14D25"/>
    <w:rsid w:val="00B3795E"/>
    <w:rsid w:val="00B4152D"/>
    <w:rsid w:val="00B43AEB"/>
    <w:rsid w:val="00B47CD2"/>
    <w:rsid w:val="00B550DF"/>
    <w:rsid w:val="00B70E7B"/>
    <w:rsid w:val="00B7117F"/>
    <w:rsid w:val="00B821FF"/>
    <w:rsid w:val="00B86A65"/>
    <w:rsid w:val="00B91B7B"/>
    <w:rsid w:val="00B9227C"/>
    <w:rsid w:val="00B948B0"/>
    <w:rsid w:val="00B95447"/>
    <w:rsid w:val="00BA2BB3"/>
    <w:rsid w:val="00BA5143"/>
    <w:rsid w:val="00BA5524"/>
    <w:rsid w:val="00BA6A0C"/>
    <w:rsid w:val="00BA7FB8"/>
    <w:rsid w:val="00BB68FE"/>
    <w:rsid w:val="00BB7866"/>
    <w:rsid w:val="00BC4894"/>
    <w:rsid w:val="00BD3458"/>
    <w:rsid w:val="00BE54BC"/>
    <w:rsid w:val="00BE565F"/>
    <w:rsid w:val="00C00EF2"/>
    <w:rsid w:val="00C076F1"/>
    <w:rsid w:val="00C1287E"/>
    <w:rsid w:val="00C22945"/>
    <w:rsid w:val="00C25082"/>
    <w:rsid w:val="00C33910"/>
    <w:rsid w:val="00C60401"/>
    <w:rsid w:val="00C64C5C"/>
    <w:rsid w:val="00C650FA"/>
    <w:rsid w:val="00C67E50"/>
    <w:rsid w:val="00C82AB0"/>
    <w:rsid w:val="00C85143"/>
    <w:rsid w:val="00C860D4"/>
    <w:rsid w:val="00C91462"/>
    <w:rsid w:val="00C91EAD"/>
    <w:rsid w:val="00C9681D"/>
    <w:rsid w:val="00CA1C59"/>
    <w:rsid w:val="00CA4DF3"/>
    <w:rsid w:val="00CB2C8A"/>
    <w:rsid w:val="00CB4104"/>
    <w:rsid w:val="00CC0A1F"/>
    <w:rsid w:val="00CC4D7B"/>
    <w:rsid w:val="00CC7E4F"/>
    <w:rsid w:val="00CD68AF"/>
    <w:rsid w:val="00CE2061"/>
    <w:rsid w:val="00CE457B"/>
    <w:rsid w:val="00CE6934"/>
    <w:rsid w:val="00CF1B91"/>
    <w:rsid w:val="00CF2CD4"/>
    <w:rsid w:val="00CF40F3"/>
    <w:rsid w:val="00D00595"/>
    <w:rsid w:val="00D00E34"/>
    <w:rsid w:val="00D01260"/>
    <w:rsid w:val="00D044CC"/>
    <w:rsid w:val="00D05322"/>
    <w:rsid w:val="00D068DB"/>
    <w:rsid w:val="00D11ABF"/>
    <w:rsid w:val="00D15AFD"/>
    <w:rsid w:val="00D24AE2"/>
    <w:rsid w:val="00D347D4"/>
    <w:rsid w:val="00D373BC"/>
    <w:rsid w:val="00D51724"/>
    <w:rsid w:val="00D5241A"/>
    <w:rsid w:val="00D5423C"/>
    <w:rsid w:val="00D6052E"/>
    <w:rsid w:val="00D6150F"/>
    <w:rsid w:val="00D61F6A"/>
    <w:rsid w:val="00D667F7"/>
    <w:rsid w:val="00D67A1C"/>
    <w:rsid w:val="00D71597"/>
    <w:rsid w:val="00D73EFE"/>
    <w:rsid w:val="00D74318"/>
    <w:rsid w:val="00D81127"/>
    <w:rsid w:val="00D81F4B"/>
    <w:rsid w:val="00D85D48"/>
    <w:rsid w:val="00D94E57"/>
    <w:rsid w:val="00D951DA"/>
    <w:rsid w:val="00DA7DCB"/>
    <w:rsid w:val="00DB7B45"/>
    <w:rsid w:val="00DC504D"/>
    <w:rsid w:val="00DC6CD8"/>
    <w:rsid w:val="00DD0AF6"/>
    <w:rsid w:val="00DD1BAB"/>
    <w:rsid w:val="00DD2A7D"/>
    <w:rsid w:val="00DD324A"/>
    <w:rsid w:val="00DD3934"/>
    <w:rsid w:val="00DE2E8D"/>
    <w:rsid w:val="00DE313B"/>
    <w:rsid w:val="00DF1156"/>
    <w:rsid w:val="00E00B08"/>
    <w:rsid w:val="00E02FB1"/>
    <w:rsid w:val="00E06319"/>
    <w:rsid w:val="00E23B3C"/>
    <w:rsid w:val="00E23D89"/>
    <w:rsid w:val="00E270AD"/>
    <w:rsid w:val="00E359C6"/>
    <w:rsid w:val="00E37146"/>
    <w:rsid w:val="00E4338E"/>
    <w:rsid w:val="00E4358A"/>
    <w:rsid w:val="00E44FD8"/>
    <w:rsid w:val="00E45AEC"/>
    <w:rsid w:val="00E52BA9"/>
    <w:rsid w:val="00E61EF6"/>
    <w:rsid w:val="00E647AE"/>
    <w:rsid w:val="00E6530A"/>
    <w:rsid w:val="00E66DBB"/>
    <w:rsid w:val="00E70CAF"/>
    <w:rsid w:val="00E714D0"/>
    <w:rsid w:val="00E73413"/>
    <w:rsid w:val="00E73B1F"/>
    <w:rsid w:val="00E80302"/>
    <w:rsid w:val="00E91F8A"/>
    <w:rsid w:val="00EA38F7"/>
    <w:rsid w:val="00EB2353"/>
    <w:rsid w:val="00EB7CE0"/>
    <w:rsid w:val="00EC0FA5"/>
    <w:rsid w:val="00EC14E6"/>
    <w:rsid w:val="00EC4E85"/>
    <w:rsid w:val="00EC7871"/>
    <w:rsid w:val="00ED0BE1"/>
    <w:rsid w:val="00ED50A9"/>
    <w:rsid w:val="00ED629D"/>
    <w:rsid w:val="00EE354A"/>
    <w:rsid w:val="00EE70C8"/>
    <w:rsid w:val="00EE7795"/>
    <w:rsid w:val="00EF4122"/>
    <w:rsid w:val="00EF4A41"/>
    <w:rsid w:val="00EF72A8"/>
    <w:rsid w:val="00F0391A"/>
    <w:rsid w:val="00F0617B"/>
    <w:rsid w:val="00F06A06"/>
    <w:rsid w:val="00F10710"/>
    <w:rsid w:val="00F20044"/>
    <w:rsid w:val="00F22D17"/>
    <w:rsid w:val="00F264A8"/>
    <w:rsid w:val="00F36604"/>
    <w:rsid w:val="00F37896"/>
    <w:rsid w:val="00F40038"/>
    <w:rsid w:val="00F51CED"/>
    <w:rsid w:val="00F53D0B"/>
    <w:rsid w:val="00F5410B"/>
    <w:rsid w:val="00F542DE"/>
    <w:rsid w:val="00F56BE7"/>
    <w:rsid w:val="00F61C12"/>
    <w:rsid w:val="00F61CB8"/>
    <w:rsid w:val="00F6514C"/>
    <w:rsid w:val="00F773F2"/>
    <w:rsid w:val="00F878C9"/>
    <w:rsid w:val="00F93F77"/>
    <w:rsid w:val="00F9706A"/>
    <w:rsid w:val="00FA0EE3"/>
    <w:rsid w:val="00FA1F83"/>
    <w:rsid w:val="00FA4FF0"/>
    <w:rsid w:val="00FA5560"/>
    <w:rsid w:val="00FC598A"/>
    <w:rsid w:val="00FC65EA"/>
    <w:rsid w:val="00FD011C"/>
    <w:rsid w:val="00FD1556"/>
    <w:rsid w:val="00FD388D"/>
    <w:rsid w:val="00FD7A63"/>
    <w:rsid w:val="00FE08EB"/>
    <w:rsid w:val="00FE10B1"/>
    <w:rsid w:val="00FE22A6"/>
    <w:rsid w:val="00FE23E8"/>
    <w:rsid w:val="00FF22FE"/>
    <w:rsid w:val="00FF240C"/>
    <w:rsid w:val="00FF430F"/>
    <w:rsid w:val="00FF789A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0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60D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179</TotalTime>
  <Pages>2</Pages>
  <Words>190</Words>
  <Characters>1083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67</cp:revision>
  <cp:lastPrinted>2013-10-03T01:46:00Z</cp:lastPrinted>
  <dcterms:created xsi:type="dcterms:W3CDTF">2013-08-28T06:32:00Z</dcterms:created>
  <dcterms:modified xsi:type="dcterms:W3CDTF">2013-10-03T01:48:00Z</dcterms:modified>
</cp:coreProperties>
</file>